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934B3" w14:textId="2FB0D51E" w:rsidR="00B52C70" w:rsidRDefault="00B52C70" w:rsidP="00244141">
      <w:pPr>
        <w:pStyle w:val="Akapitzlist"/>
        <w:ind w:left="0"/>
        <w:jc w:val="center"/>
        <w:rPr>
          <w:b/>
          <w:sz w:val="32"/>
          <w:szCs w:val="16"/>
          <w:lang w:val="de-DE"/>
        </w:rPr>
      </w:pPr>
      <w:r>
        <w:rPr>
          <w:b/>
          <w:sz w:val="32"/>
          <w:szCs w:val="16"/>
          <w:lang w:val="de-DE"/>
        </w:rPr>
        <w:t>Formular A.3.</w:t>
      </w:r>
      <w:r w:rsidR="008A0A19">
        <w:rPr>
          <w:b/>
          <w:sz w:val="32"/>
          <w:szCs w:val="16"/>
          <w:lang w:val="de-DE"/>
        </w:rPr>
        <w:t>2</w:t>
      </w:r>
    </w:p>
    <w:p w14:paraId="3BF79E81" w14:textId="6BE33E96" w:rsidR="00244141" w:rsidRPr="00B52C70" w:rsidRDefault="00B52C70" w:rsidP="00244141">
      <w:pPr>
        <w:pStyle w:val="Akapitzlist"/>
        <w:ind w:left="0"/>
        <w:jc w:val="center"/>
        <w:rPr>
          <w:b/>
          <w:sz w:val="32"/>
          <w:szCs w:val="32"/>
          <w:lang w:val="de-DE"/>
        </w:rPr>
      </w:pPr>
      <w:r w:rsidRPr="00B52C70">
        <w:rPr>
          <w:b/>
          <w:sz w:val="32"/>
          <w:szCs w:val="16"/>
          <w:lang w:val="de-DE"/>
        </w:rPr>
        <w:t>Darstellung der Gesamtfinanzierung</w:t>
      </w:r>
    </w:p>
    <w:p w14:paraId="25888EC9" w14:textId="77777777" w:rsidR="005C59A9" w:rsidRPr="00B52C70" w:rsidRDefault="00B52C70" w:rsidP="00B52C70">
      <w:pPr>
        <w:jc w:val="both"/>
        <w:rPr>
          <w:b/>
          <w:sz w:val="16"/>
          <w:szCs w:val="16"/>
          <w:lang w:val="de-DE"/>
        </w:rPr>
      </w:pPr>
      <w:r>
        <w:rPr>
          <w:b/>
          <w:lang w:val="de-DE"/>
        </w:rPr>
        <w:t xml:space="preserve">1. </w:t>
      </w:r>
      <w:r w:rsidRPr="00B52C70">
        <w:rPr>
          <w:b/>
          <w:lang w:val="de-DE"/>
        </w:rPr>
        <w:t>ANGABEN ZUM P</w:t>
      </w:r>
      <w:r w:rsidR="005C59A9" w:rsidRPr="00B52C70">
        <w:rPr>
          <w:b/>
          <w:lang w:val="de-DE"/>
        </w:rPr>
        <w:t>ROJEKTPARTNER</w:t>
      </w:r>
      <w:r w:rsidR="005C59A9" w:rsidRPr="00B52C70">
        <w:rPr>
          <w:b/>
          <w:sz w:val="16"/>
          <w:szCs w:val="16"/>
          <w:lang w:val="de-DE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A16DFA" w:rsidRPr="000B2795" w14:paraId="41D4031A" w14:textId="77777777" w:rsidTr="00C50EBE">
        <w:tc>
          <w:tcPr>
            <w:tcW w:w="4464" w:type="dxa"/>
            <w:shd w:val="clear" w:color="auto" w:fill="D9D9D9"/>
          </w:tcPr>
          <w:p w14:paraId="02DA7949" w14:textId="77777777" w:rsidR="00A16DFA" w:rsidRPr="00244141" w:rsidRDefault="005C59A9" w:rsidP="005B4920">
            <w:pPr>
              <w:jc w:val="both"/>
              <w:rPr>
                <w:sz w:val="16"/>
                <w:szCs w:val="16"/>
              </w:rPr>
            </w:pPr>
            <w:r w:rsidRPr="00244141">
              <w:rPr>
                <w:sz w:val="16"/>
                <w:szCs w:val="16"/>
              </w:rPr>
              <w:t>Bezeichnung des Projektpartners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3214823"/>
              <w:placeholder>
                <w:docPart w:val="DefaultPlaceholder_22675703"/>
              </w:placeholder>
            </w:sdtPr>
            <w:sdtEndPr>
              <w:rPr>
                <w:rStyle w:val="Tekstzastpczy"/>
              </w:rPr>
            </w:sdtEndPr>
            <w:sdtContent>
              <w:p w14:paraId="126B84D8" w14:textId="77777777" w:rsidR="00A16DFA" w:rsidRPr="00C50EBE" w:rsidRDefault="00244141" w:rsidP="005B4920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2E5970">
                  <w:rPr>
                    <w:i/>
                    <w:color w:val="1F497D"/>
                    <w:sz w:val="16"/>
                    <w:szCs w:val="16"/>
                  </w:rPr>
                  <w:t>Zur Eingabe hier klicken</w:t>
                </w:r>
                <w:r w:rsidR="00940CC8"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7356BE" w:rsidRPr="008A0A19" w14:paraId="43897E35" w14:textId="77777777" w:rsidTr="00C50EBE">
        <w:tc>
          <w:tcPr>
            <w:tcW w:w="4464" w:type="dxa"/>
            <w:shd w:val="clear" w:color="auto" w:fill="D9D9D9"/>
          </w:tcPr>
          <w:p w14:paraId="7D87C280" w14:textId="77777777" w:rsidR="007356BE" w:rsidRPr="00244141" w:rsidRDefault="005C59A9" w:rsidP="005B4920">
            <w:pPr>
              <w:jc w:val="both"/>
              <w:rPr>
                <w:sz w:val="16"/>
                <w:szCs w:val="16"/>
              </w:rPr>
            </w:pPr>
            <w:r w:rsidRPr="00244141">
              <w:rPr>
                <w:sz w:val="16"/>
                <w:szCs w:val="16"/>
              </w:rPr>
              <w:t>Herkunftsland</w:t>
            </w:r>
          </w:p>
        </w:tc>
        <w:tc>
          <w:tcPr>
            <w:tcW w:w="4464" w:type="dxa"/>
            <w:vAlign w:val="center"/>
          </w:tcPr>
          <w:p w14:paraId="5C3DA255" w14:textId="77777777" w:rsidR="007356BE" w:rsidRPr="00EE5294" w:rsidRDefault="007356BE" w:rsidP="00B52C70">
            <w:pPr>
              <w:jc w:val="both"/>
              <w:rPr>
                <w:b/>
                <w:sz w:val="16"/>
                <w:szCs w:val="16"/>
                <w:lang w:val="de-DE"/>
              </w:rPr>
            </w:pPr>
            <w:r w:rsidRPr="00EE5294">
              <w:rPr>
                <w:b/>
                <w:sz w:val="16"/>
                <w:szCs w:val="16"/>
                <w:lang w:val="de-DE"/>
              </w:rPr>
              <w:t>PL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A2545D" w:rsidRPr="000B2795">
              <w:rPr>
                <w:b/>
                <w:sz w:val="16"/>
                <w:szCs w:val="16"/>
              </w:rPr>
            </w:r>
            <w:r w:rsidR="00A2545D" w:rsidRPr="000B2795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DE  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A2545D" w:rsidRPr="000B2795">
              <w:rPr>
                <w:b/>
                <w:sz w:val="16"/>
                <w:szCs w:val="16"/>
              </w:rPr>
            </w:r>
            <w:r w:rsidR="00A2545D" w:rsidRPr="000B2795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r w:rsidR="00B52C70">
              <w:rPr>
                <w:b/>
                <w:sz w:val="16"/>
                <w:szCs w:val="16"/>
                <w:lang w:val="de-DE"/>
              </w:rPr>
              <w:t>Anderes Land</w:t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A2545D" w:rsidRPr="000B2795">
              <w:rPr>
                <w:b/>
                <w:sz w:val="16"/>
                <w:szCs w:val="16"/>
              </w:rPr>
            </w:r>
            <w:r w:rsidR="00A2545D" w:rsidRPr="000B2795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sdt>
              <w:sdtPr>
                <w:rPr>
                  <w:b/>
                  <w:sz w:val="16"/>
                  <w:szCs w:val="16"/>
                </w:rPr>
                <w:id w:val="3214826"/>
                <w:placeholder>
                  <w:docPart w:val="DefaultPlaceholder_22675703"/>
                </w:placeholder>
              </w:sdtPr>
              <w:sdtEndPr>
                <w:rPr>
                  <w:rStyle w:val="Tekstzastpczy"/>
                  <w:b w:val="0"/>
                  <w:i/>
                  <w:color w:val="808080"/>
                </w:rPr>
              </w:sdtEndPr>
              <w:sdtContent>
                <w:r w:rsidR="00EE5294" w:rsidRPr="00EE5294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EE5294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sdtContent>
            </w:sdt>
          </w:p>
        </w:tc>
      </w:tr>
      <w:tr w:rsidR="007356BE" w:rsidRPr="000B2795" w14:paraId="613C93B1" w14:textId="77777777" w:rsidTr="00C50EBE">
        <w:tc>
          <w:tcPr>
            <w:tcW w:w="4464" w:type="dxa"/>
            <w:shd w:val="clear" w:color="auto" w:fill="D9D9D9"/>
          </w:tcPr>
          <w:p w14:paraId="0CBB7D3E" w14:textId="77777777" w:rsidR="007356BE" w:rsidRPr="00244141" w:rsidRDefault="005C59A9" w:rsidP="005B4920">
            <w:pPr>
              <w:jc w:val="both"/>
              <w:rPr>
                <w:sz w:val="16"/>
                <w:szCs w:val="16"/>
              </w:rPr>
            </w:pPr>
            <w:r w:rsidRPr="00244141">
              <w:rPr>
                <w:sz w:val="16"/>
                <w:szCs w:val="16"/>
                <w:lang w:val="de-DE"/>
              </w:rPr>
              <w:t>Postleitzahl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3214827"/>
              <w:placeholder>
                <w:docPart w:val="DefaultPlaceholder_22675703"/>
              </w:placeholder>
            </w:sdtPr>
            <w:sdtEndPr>
              <w:rPr>
                <w:rStyle w:val="Tekstzastpczy"/>
              </w:rPr>
            </w:sdtEndPr>
            <w:sdtContent>
              <w:p w14:paraId="0FC059AA" w14:textId="77777777" w:rsidR="007356BE" w:rsidRPr="00C50EBE" w:rsidRDefault="00244141" w:rsidP="005B4920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2E5970">
                  <w:rPr>
                    <w:i/>
                    <w:color w:val="1F497D"/>
                    <w:sz w:val="16"/>
                    <w:szCs w:val="16"/>
                  </w:rPr>
                  <w:t>Zur Eingabe hier klicken</w:t>
                </w:r>
                <w:r w:rsidR="007356BE"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7356BE" w:rsidRPr="000B2795" w14:paraId="2A03A62B" w14:textId="77777777" w:rsidTr="00C50EBE">
        <w:tc>
          <w:tcPr>
            <w:tcW w:w="4464" w:type="dxa"/>
            <w:shd w:val="clear" w:color="auto" w:fill="D9D9D9"/>
          </w:tcPr>
          <w:p w14:paraId="6BFACB55" w14:textId="77777777" w:rsidR="007356BE" w:rsidRPr="00244141" w:rsidRDefault="005C59A9" w:rsidP="005B4920">
            <w:pPr>
              <w:jc w:val="both"/>
              <w:rPr>
                <w:sz w:val="16"/>
                <w:szCs w:val="16"/>
              </w:rPr>
            </w:pPr>
            <w:r w:rsidRPr="00244141">
              <w:rPr>
                <w:sz w:val="16"/>
                <w:szCs w:val="16"/>
              </w:rPr>
              <w:t>Ort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3214828"/>
              <w:placeholder>
                <w:docPart w:val="DefaultPlaceholder_22675703"/>
              </w:placeholder>
            </w:sdtPr>
            <w:sdtEndPr>
              <w:rPr>
                <w:rStyle w:val="Tekstzastpczy"/>
              </w:rPr>
            </w:sdtEndPr>
            <w:sdtContent>
              <w:p w14:paraId="0F577A83" w14:textId="77777777" w:rsidR="007356BE" w:rsidRPr="00C50EBE" w:rsidRDefault="00244141" w:rsidP="005B4920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2E5970">
                  <w:rPr>
                    <w:i/>
                    <w:color w:val="1F497D"/>
                    <w:sz w:val="16"/>
                    <w:szCs w:val="16"/>
                  </w:rPr>
                  <w:t>Zur Eingabe hier klicken</w:t>
                </w:r>
                <w:r w:rsidR="007356BE"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7356BE" w:rsidRPr="00B52C70" w14:paraId="5A34047F" w14:textId="77777777" w:rsidTr="00C50EBE">
        <w:tc>
          <w:tcPr>
            <w:tcW w:w="4464" w:type="dxa"/>
            <w:shd w:val="clear" w:color="auto" w:fill="D9D9D9"/>
          </w:tcPr>
          <w:p w14:paraId="690A8A66" w14:textId="77777777" w:rsidR="007356BE" w:rsidRPr="00B52C70" w:rsidRDefault="00B52C70" w:rsidP="005B4920">
            <w:pPr>
              <w:jc w:val="both"/>
              <w:rPr>
                <w:sz w:val="16"/>
                <w:szCs w:val="16"/>
                <w:lang w:val="de-DE"/>
              </w:rPr>
            </w:pPr>
            <w:r w:rsidRPr="00B52C70">
              <w:rPr>
                <w:sz w:val="16"/>
                <w:szCs w:val="16"/>
                <w:lang w:val="de-DE"/>
              </w:rPr>
              <w:t>Adresse (Stra</w:t>
            </w:r>
            <w:r>
              <w:rPr>
                <w:sz w:val="16"/>
                <w:szCs w:val="16"/>
                <w:lang w:val="de-DE"/>
              </w:rPr>
              <w:t>ße, Hausnr., App.-Nr.)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3214829"/>
              <w:placeholder>
                <w:docPart w:val="DefaultPlaceholder_22675703"/>
              </w:placeholder>
            </w:sdtPr>
            <w:sdtEndPr>
              <w:rPr>
                <w:rStyle w:val="Tekstzastpczy"/>
              </w:rPr>
            </w:sdtEndPr>
            <w:sdtContent>
              <w:p w14:paraId="546C4F88" w14:textId="77777777" w:rsidR="007356BE" w:rsidRPr="00B52C70" w:rsidRDefault="00244141" w:rsidP="005B4920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="007356BE"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F873F9" w:rsidRPr="00B52C70" w14:paraId="77E47369" w14:textId="77777777" w:rsidTr="00C50EBE">
        <w:tc>
          <w:tcPr>
            <w:tcW w:w="4464" w:type="dxa"/>
            <w:shd w:val="clear" w:color="auto" w:fill="D9D9D9"/>
          </w:tcPr>
          <w:p w14:paraId="4D0F5849" w14:textId="4158FA41" w:rsidR="00F873F9" w:rsidRPr="00B52C70" w:rsidRDefault="00B43F99" w:rsidP="005B4920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Umsatzsteuer-Identifikationsnummer (bei Bedarf)</w:t>
            </w:r>
          </w:p>
        </w:tc>
        <w:tc>
          <w:tcPr>
            <w:tcW w:w="4464" w:type="dxa"/>
          </w:tcPr>
          <w:p w14:paraId="60BAC355" w14:textId="3F0C6195" w:rsidR="00F873F9" w:rsidRPr="00B43F99" w:rsidRDefault="00F873F9" w:rsidP="005B4920">
            <w:pPr>
              <w:jc w:val="both"/>
              <w:rPr>
                <w:rStyle w:val="Tekstzastpczy"/>
                <w:i/>
                <w:sz w:val="16"/>
                <w:szCs w:val="16"/>
                <w:lang w:val="de-DE"/>
              </w:rPr>
            </w:pPr>
            <w:r>
              <w:rPr>
                <w:rStyle w:val="Tekstzastpczy"/>
                <w:i/>
                <w:sz w:val="16"/>
                <w:szCs w:val="16"/>
              </w:rPr>
              <w:t>Zur Eingabe hier klicken</w:t>
            </w:r>
          </w:p>
        </w:tc>
      </w:tr>
      <w:tr w:rsidR="00372E35" w:rsidRPr="00B52C70" w14:paraId="50C8270D" w14:textId="77777777" w:rsidTr="00C50EBE">
        <w:tc>
          <w:tcPr>
            <w:tcW w:w="4464" w:type="dxa"/>
            <w:shd w:val="clear" w:color="auto" w:fill="D9D9D9"/>
          </w:tcPr>
          <w:p w14:paraId="189D7227" w14:textId="77777777" w:rsidR="00372E35" w:rsidRPr="00B52C70" w:rsidRDefault="00372E35" w:rsidP="005B4920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Projekttitel</w:t>
            </w:r>
          </w:p>
        </w:tc>
        <w:tc>
          <w:tcPr>
            <w:tcW w:w="4464" w:type="dxa"/>
          </w:tcPr>
          <w:p w14:paraId="6B30F8DD" w14:textId="77777777" w:rsidR="00372E35" w:rsidRDefault="00372E35" w:rsidP="005B4920">
            <w:pPr>
              <w:jc w:val="both"/>
              <w:rPr>
                <w:rStyle w:val="Tekstzastpczy"/>
                <w:i/>
                <w:sz w:val="16"/>
                <w:szCs w:val="16"/>
              </w:rPr>
            </w:pPr>
            <w:r w:rsidRPr="00B52C70">
              <w:rPr>
                <w:i/>
                <w:color w:val="1F497D"/>
                <w:sz w:val="16"/>
                <w:szCs w:val="16"/>
                <w:lang w:val="de-DE"/>
              </w:rPr>
              <w:t>Zur Eingabe hier klicken</w:t>
            </w:r>
          </w:p>
        </w:tc>
      </w:tr>
    </w:tbl>
    <w:p w14:paraId="6EDE4869" w14:textId="283C6B26" w:rsidR="00B52C70" w:rsidRPr="00B52C70" w:rsidRDefault="00B52C70" w:rsidP="004F64C7">
      <w:pPr>
        <w:spacing w:before="240"/>
        <w:jc w:val="both"/>
        <w:rPr>
          <w:b/>
          <w:sz w:val="16"/>
          <w:szCs w:val="16"/>
          <w:lang w:val="de-DE"/>
        </w:rPr>
      </w:pPr>
      <w:r>
        <w:rPr>
          <w:b/>
          <w:lang w:val="de-DE"/>
        </w:rPr>
        <w:t xml:space="preserve">2. </w:t>
      </w:r>
      <w:r w:rsidRPr="00B52C70">
        <w:rPr>
          <w:b/>
          <w:lang w:val="de-DE"/>
        </w:rPr>
        <w:t>ANGABEN ZU</w:t>
      </w:r>
      <w:r>
        <w:rPr>
          <w:b/>
          <w:lang w:val="de-DE"/>
        </w:rPr>
        <w:t xml:space="preserve">R </w:t>
      </w:r>
      <w:r w:rsidR="00B43F99">
        <w:rPr>
          <w:b/>
          <w:lang w:val="de-DE"/>
        </w:rPr>
        <w:t>AUSSTELLENDEN INSTITUTION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B52C70" w:rsidRPr="00C50EBE" w14:paraId="390A133E" w14:textId="77777777" w:rsidTr="002E21DD">
        <w:tc>
          <w:tcPr>
            <w:tcW w:w="4464" w:type="dxa"/>
            <w:shd w:val="clear" w:color="auto" w:fill="D9D9D9"/>
          </w:tcPr>
          <w:p w14:paraId="608CD429" w14:textId="30E7603B" w:rsidR="00B52C70" w:rsidRPr="00244141" w:rsidRDefault="00B52C70" w:rsidP="00B52C70">
            <w:pPr>
              <w:jc w:val="both"/>
              <w:rPr>
                <w:sz w:val="16"/>
                <w:szCs w:val="16"/>
              </w:rPr>
            </w:pPr>
            <w:r w:rsidRPr="00244141">
              <w:rPr>
                <w:sz w:val="16"/>
                <w:szCs w:val="16"/>
              </w:rPr>
              <w:t xml:space="preserve">Bezeichnung 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17"/>
              <w:placeholder>
                <w:docPart w:val="BC2B2483C30541CBBBC2378B99D9DBC3"/>
              </w:placeholder>
            </w:sdtPr>
            <w:sdtEndPr>
              <w:rPr>
                <w:rStyle w:val="Tekstzastpczy"/>
              </w:rPr>
            </w:sdtEndPr>
            <w:sdtContent>
              <w:p w14:paraId="15B41804" w14:textId="77777777" w:rsidR="00B52C70" w:rsidRPr="00C50EBE" w:rsidRDefault="00B52C70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2E5970">
                  <w:rPr>
                    <w:i/>
                    <w:color w:val="1F497D"/>
                    <w:sz w:val="16"/>
                    <w:szCs w:val="16"/>
                  </w:rPr>
                  <w:t>Zur Eingabe hier klicken</w:t>
                </w:r>
                <w:r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B52C70" w:rsidRPr="008A0A19" w14:paraId="75531AF9" w14:textId="77777777" w:rsidTr="002E21DD">
        <w:tc>
          <w:tcPr>
            <w:tcW w:w="4464" w:type="dxa"/>
            <w:shd w:val="clear" w:color="auto" w:fill="D9D9D9"/>
          </w:tcPr>
          <w:p w14:paraId="5290F76E" w14:textId="77777777" w:rsidR="00B52C70" w:rsidRPr="00244141" w:rsidRDefault="00B52C70" w:rsidP="002E21DD">
            <w:pPr>
              <w:jc w:val="both"/>
              <w:rPr>
                <w:sz w:val="16"/>
                <w:szCs w:val="16"/>
              </w:rPr>
            </w:pPr>
            <w:r w:rsidRPr="00244141">
              <w:rPr>
                <w:sz w:val="16"/>
                <w:szCs w:val="16"/>
              </w:rPr>
              <w:t>Herkunftsland</w:t>
            </w:r>
          </w:p>
        </w:tc>
        <w:tc>
          <w:tcPr>
            <w:tcW w:w="4464" w:type="dxa"/>
            <w:vAlign w:val="center"/>
          </w:tcPr>
          <w:p w14:paraId="1E7122DC" w14:textId="77777777" w:rsidR="00B52C70" w:rsidRPr="00EE5294" w:rsidRDefault="00B52C70" w:rsidP="002E21DD">
            <w:pPr>
              <w:jc w:val="both"/>
              <w:rPr>
                <w:b/>
                <w:sz w:val="16"/>
                <w:szCs w:val="16"/>
                <w:lang w:val="de-DE"/>
              </w:rPr>
            </w:pPr>
            <w:r w:rsidRPr="00EE5294">
              <w:rPr>
                <w:b/>
                <w:sz w:val="16"/>
                <w:szCs w:val="16"/>
                <w:lang w:val="de-DE"/>
              </w:rPr>
              <w:t>PL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A2545D" w:rsidRPr="000B2795">
              <w:rPr>
                <w:b/>
                <w:sz w:val="16"/>
                <w:szCs w:val="16"/>
              </w:rPr>
            </w:r>
            <w:r w:rsidR="00A2545D" w:rsidRPr="000B2795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DE  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A2545D" w:rsidRPr="000B2795">
              <w:rPr>
                <w:b/>
                <w:sz w:val="16"/>
                <w:szCs w:val="16"/>
              </w:rPr>
            </w:r>
            <w:r w:rsidR="00A2545D" w:rsidRPr="000B2795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r>
              <w:rPr>
                <w:b/>
                <w:sz w:val="16"/>
                <w:szCs w:val="16"/>
                <w:lang w:val="de-DE"/>
              </w:rPr>
              <w:t>Anderes Land</w:t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A2545D" w:rsidRPr="000B2795">
              <w:rPr>
                <w:b/>
                <w:sz w:val="16"/>
                <w:szCs w:val="16"/>
              </w:rPr>
            </w:r>
            <w:r w:rsidR="00A2545D" w:rsidRPr="000B2795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sdt>
              <w:sdtPr>
                <w:rPr>
                  <w:b/>
                  <w:sz w:val="16"/>
                  <w:szCs w:val="16"/>
                </w:rPr>
                <w:id w:val="22530018"/>
                <w:placeholder>
                  <w:docPart w:val="566DA59F5D8242939715C6D8002B767B"/>
                </w:placeholder>
              </w:sdtPr>
              <w:sdtEndPr>
                <w:rPr>
                  <w:rStyle w:val="Tekstzastpczy"/>
                  <w:b w:val="0"/>
                  <w:i/>
                  <w:color w:val="808080"/>
                </w:rPr>
              </w:sdtEndPr>
              <w:sdtContent>
                <w:r w:rsidRPr="00EE5294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EE5294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sdtContent>
            </w:sdt>
          </w:p>
        </w:tc>
      </w:tr>
      <w:tr w:rsidR="00B52C70" w:rsidRPr="00C50EBE" w14:paraId="6DF600BA" w14:textId="77777777" w:rsidTr="002E21DD">
        <w:tc>
          <w:tcPr>
            <w:tcW w:w="4464" w:type="dxa"/>
            <w:shd w:val="clear" w:color="auto" w:fill="D9D9D9"/>
          </w:tcPr>
          <w:p w14:paraId="103EC67C" w14:textId="77777777" w:rsidR="00B52C70" w:rsidRPr="00244141" w:rsidRDefault="00B52C70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DE"/>
              </w:rPr>
              <w:t xml:space="preserve">Sitz: </w:t>
            </w:r>
            <w:r w:rsidRPr="00244141">
              <w:rPr>
                <w:sz w:val="16"/>
                <w:szCs w:val="16"/>
                <w:lang w:val="de-DE"/>
              </w:rPr>
              <w:t>Postleitzahl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19"/>
              <w:placeholder>
                <w:docPart w:val="F09AA649E5D74BF3ABE86BA63EB70CE1"/>
              </w:placeholder>
            </w:sdtPr>
            <w:sdtEndPr>
              <w:rPr>
                <w:rStyle w:val="Tekstzastpczy"/>
              </w:rPr>
            </w:sdtEndPr>
            <w:sdtContent>
              <w:p w14:paraId="5351389F" w14:textId="77777777" w:rsidR="00B52C70" w:rsidRPr="00C50EBE" w:rsidRDefault="00B52C70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2E5970">
                  <w:rPr>
                    <w:i/>
                    <w:color w:val="1F497D"/>
                    <w:sz w:val="16"/>
                    <w:szCs w:val="16"/>
                  </w:rPr>
                  <w:t>Zur Eingabe hier klicken</w:t>
                </w:r>
                <w:r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B52C70" w:rsidRPr="00C50EBE" w14:paraId="2FEC2A4D" w14:textId="77777777" w:rsidTr="002E21DD">
        <w:tc>
          <w:tcPr>
            <w:tcW w:w="4464" w:type="dxa"/>
            <w:shd w:val="clear" w:color="auto" w:fill="D9D9D9"/>
          </w:tcPr>
          <w:p w14:paraId="1186DF07" w14:textId="77777777" w:rsidR="00B52C70" w:rsidRPr="00244141" w:rsidRDefault="00B52C70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Sitz: </w:t>
            </w:r>
            <w:r w:rsidRPr="00244141">
              <w:rPr>
                <w:sz w:val="16"/>
                <w:szCs w:val="16"/>
              </w:rPr>
              <w:t>Ort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20"/>
              <w:placeholder>
                <w:docPart w:val="FB83E4DF3EA54F328EF505B3791294D8"/>
              </w:placeholder>
            </w:sdtPr>
            <w:sdtEndPr>
              <w:rPr>
                <w:rStyle w:val="Tekstzastpczy"/>
              </w:rPr>
            </w:sdtEndPr>
            <w:sdtContent>
              <w:p w14:paraId="7E26C1F7" w14:textId="77777777" w:rsidR="00B52C70" w:rsidRPr="00C50EBE" w:rsidRDefault="00B52C70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2E5970">
                  <w:rPr>
                    <w:i/>
                    <w:color w:val="1F497D"/>
                    <w:sz w:val="16"/>
                    <w:szCs w:val="16"/>
                  </w:rPr>
                  <w:t>Zur Eingabe hier klicken</w:t>
                </w:r>
                <w:r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B52C70" w:rsidRPr="00B52C70" w14:paraId="34C4C19D" w14:textId="77777777" w:rsidTr="002E21DD">
        <w:tc>
          <w:tcPr>
            <w:tcW w:w="4464" w:type="dxa"/>
            <w:shd w:val="clear" w:color="auto" w:fill="D9D9D9"/>
          </w:tcPr>
          <w:p w14:paraId="121F9255" w14:textId="77777777" w:rsidR="00B52C70" w:rsidRPr="00B52C70" w:rsidRDefault="00B52C70" w:rsidP="002E21DD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Sitz: </w:t>
            </w:r>
            <w:r w:rsidRPr="00B52C70">
              <w:rPr>
                <w:sz w:val="16"/>
                <w:szCs w:val="16"/>
                <w:lang w:val="de-DE"/>
              </w:rPr>
              <w:t>Adresse (Stra</w:t>
            </w:r>
            <w:r>
              <w:rPr>
                <w:sz w:val="16"/>
                <w:szCs w:val="16"/>
                <w:lang w:val="de-DE"/>
              </w:rPr>
              <w:t>ße, Hausnr., App.-Nr.)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21"/>
              <w:placeholder>
                <w:docPart w:val="155F8A1AC2424C9B9A3CCB417E9A6EB0"/>
              </w:placeholder>
            </w:sdtPr>
            <w:sdtEndPr>
              <w:rPr>
                <w:rStyle w:val="Tekstzastpczy"/>
              </w:rPr>
            </w:sdtEndPr>
            <w:sdtContent>
              <w:p w14:paraId="603D8FDC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</w:tbl>
    <w:p w14:paraId="0E86A193" w14:textId="1AF8534F" w:rsidR="00B52C70" w:rsidRDefault="00B52C70" w:rsidP="004F64C7">
      <w:pPr>
        <w:spacing w:before="240"/>
        <w:jc w:val="both"/>
        <w:rPr>
          <w:b/>
          <w:lang w:val="de-DE"/>
        </w:rPr>
      </w:pPr>
      <w:r>
        <w:rPr>
          <w:b/>
          <w:lang w:val="de-DE"/>
        </w:rPr>
        <w:t xml:space="preserve">3. DARSTELLUNG </w:t>
      </w:r>
      <w:r w:rsidR="00B43F99">
        <w:rPr>
          <w:b/>
          <w:lang w:val="de-DE"/>
        </w:rPr>
        <w:t>DER</w:t>
      </w:r>
      <w:r w:rsidR="00F873F9">
        <w:rPr>
          <w:b/>
          <w:lang w:val="de-DE"/>
        </w:rPr>
        <w:t xml:space="preserve"> FINANZIELLE</w:t>
      </w:r>
      <w:r w:rsidR="00B43F99">
        <w:rPr>
          <w:b/>
          <w:lang w:val="de-DE"/>
        </w:rPr>
        <w:t>N</w:t>
      </w:r>
      <w:r w:rsidR="00F873F9">
        <w:rPr>
          <w:b/>
          <w:lang w:val="de-DE"/>
        </w:rPr>
        <w:t xml:space="preserve"> LEISTUNGSFÄHIGKEIT</w:t>
      </w:r>
      <w:r>
        <w:rPr>
          <w:b/>
          <w:lang w:val="de-DE"/>
        </w:rPr>
        <w:t xml:space="preserve"> DES PROJEKTPARTNERS</w:t>
      </w:r>
    </w:p>
    <w:p w14:paraId="5DF142F7" w14:textId="592AE0B0" w:rsidR="002724AF" w:rsidRDefault="002724AF" w:rsidP="00B52C70">
      <w:pPr>
        <w:jc w:val="both"/>
        <w:rPr>
          <w:b/>
          <w:lang w:val="de-DE"/>
        </w:rPr>
      </w:pPr>
      <w:r>
        <w:rPr>
          <w:b/>
          <w:lang w:val="de-DE"/>
        </w:rPr>
        <w:t xml:space="preserve">3.1 </w:t>
      </w:r>
      <w:r w:rsidR="00F873F9" w:rsidRPr="00F873F9">
        <w:rPr>
          <w:b/>
          <w:lang w:val="de-DE"/>
        </w:rPr>
        <w:t>Vom Projektpartner zu finanzierender Betrag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B52C70" w:rsidRPr="00B52C70" w14:paraId="221C7902" w14:textId="77777777" w:rsidTr="002E21DD">
        <w:tc>
          <w:tcPr>
            <w:tcW w:w="4464" w:type="dxa"/>
            <w:shd w:val="clear" w:color="auto" w:fill="D9D9D9"/>
          </w:tcPr>
          <w:p w14:paraId="0BA2F146" w14:textId="3DF01C68" w:rsidR="00B52C70" w:rsidRPr="00B52C70" w:rsidRDefault="00816D96" w:rsidP="00816D96">
            <w:pPr>
              <w:jc w:val="both"/>
              <w:rPr>
                <w:sz w:val="16"/>
                <w:szCs w:val="16"/>
                <w:lang w:val="de-DE"/>
              </w:rPr>
            </w:pPr>
            <w:r w:rsidRPr="00B52C70">
              <w:rPr>
                <w:sz w:val="16"/>
                <w:szCs w:val="16"/>
                <w:lang w:val="de-DE"/>
              </w:rPr>
              <w:t>Gesamt</w:t>
            </w:r>
            <w:r>
              <w:rPr>
                <w:sz w:val="16"/>
                <w:szCs w:val="16"/>
                <w:lang w:val="de-DE"/>
              </w:rPr>
              <w:t>kosten</w:t>
            </w:r>
            <w:r w:rsidRPr="00B52C70">
              <w:rPr>
                <w:sz w:val="16"/>
                <w:szCs w:val="16"/>
                <w:lang w:val="de-DE"/>
              </w:rPr>
              <w:t xml:space="preserve"> </w:t>
            </w:r>
            <w:r w:rsidR="00B52C70" w:rsidRPr="00B52C70">
              <w:rPr>
                <w:sz w:val="16"/>
                <w:szCs w:val="16"/>
                <w:lang w:val="de-DE"/>
              </w:rPr>
              <w:t xml:space="preserve">(einschl. </w:t>
            </w:r>
            <w:r w:rsidR="00B52C70">
              <w:rPr>
                <w:sz w:val="16"/>
                <w:szCs w:val="16"/>
                <w:lang w:val="de-DE"/>
              </w:rPr>
              <w:t xml:space="preserve">nicht förderfähige </w:t>
            </w:r>
            <w:r>
              <w:rPr>
                <w:sz w:val="16"/>
                <w:szCs w:val="16"/>
                <w:lang w:val="de-DE"/>
              </w:rPr>
              <w:t>Kosten</w:t>
            </w:r>
            <w:r w:rsidR="00B52C70">
              <w:rPr>
                <w:sz w:val="16"/>
                <w:szCs w:val="16"/>
                <w:lang w:val="de-DE"/>
              </w:rPr>
              <w:t>) des Projektpartners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33"/>
              <w:placeholder>
                <w:docPart w:val="08D48F20E95049EDB30EC258905A170D"/>
              </w:placeholder>
            </w:sdtPr>
            <w:sdtEndPr>
              <w:rPr>
                <w:rStyle w:val="Tekstzastpczy"/>
              </w:rPr>
            </w:sdtEndPr>
            <w:sdtContent>
              <w:p w14:paraId="050EC15B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B52C70" w:rsidRPr="00B52C70" w14:paraId="51AC6414" w14:textId="77777777" w:rsidTr="002E21DD">
        <w:tc>
          <w:tcPr>
            <w:tcW w:w="4464" w:type="dxa"/>
            <w:shd w:val="clear" w:color="auto" w:fill="D9D9D9"/>
          </w:tcPr>
          <w:p w14:paraId="395AF700" w14:textId="119EED05" w:rsidR="00B52C70" w:rsidRPr="00B52C70" w:rsidRDefault="00B52C70" w:rsidP="002E21DD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Beantragte Fördermittel der EU</w:t>
            </w:r>
            <w:r w:rsidR="00816D96">
              <w:rPr>
                <w:sz w:val="16"/>
                <w:szCs w:val="16"/>
                <w:lang w:val="de-DE"/>
              </w:rPr>
              <w:t xml:space="preserve"> (EFRE)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35"/>
              <w:placeholder>
                <w:docPart w:val="CE0314844E3E4B73BCA86CFD664C2E1C"/>
              </w:placeholder>
            </w:sdtPr>
            <w:sdtEndPr>
              <w:rPr>
                <w:rStyle w:val="Tekstzastpczy"/>
              </w:rPr>
            </w:sdtEndPr>
            <w:sdtContent>
              <w:p w14:paraId="71C29A75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B52C70" w:rsidRPr="00B52C70" w14:paraId="0D0ADAA2" w14:textId="77777777" w:rsidTr="002E21DD">
        <w:tc>
          <w:tcPr>
            <w:tcW w:w="4464" w:type="dxa"/>
            <w:shd w:val="clear" w:color="auto" w:fill="D9D9D9"/>
          </w:tcPr>
          <w:p w14:paraId="1E2A6433" w14:textId="3F7E9C12" w:rsidR="00B52C70" w:rsidRPr="002724AF" w:rsidRDefault="00B52C70" w:rsidP="00816D96">
            <w:pPr>
              <w:jc w:val="both"/>
              <w:rPr>
                <w:b/>
                <w:sz w:val="16"/>
                <w:szCs w:val="16"/>
                <w:lang w:val="de-DE"/>
              </w:rPr>
            </w:pPr>
            <w:r w:rsidRPr="002724AF">
              <w:rPr>
                <w:b/>
                <w:sz w:val="16"/>
                <w:szCs w:val="16"/>
                <w:lang w:val="de-DE"/>
              </w:rPr>
              <w:t xml:space="preserve">Eigenanteil </w:t>
            </w:r>
            <w:r w:rsidR="00883295">
              <w:rPr>
                <w:b/>
                <w:sz w:val="16"/>
                <w:szCs w:val="16"/>
                <w:lang w:val="de-DE"/>
              </w:rPr>
              <w:t xml:space="preserve">in monetärer Form </w:t>
            </w:r>
            <w:r w:rsidR="00F873F9">
              <w:rPr>
                <w:b/>
                <w:sz w:val="16"/>
                <w:szCs w:val="16"/>
                <w:lang w:val="de-DE"/>
              </w:rPr>
              <w:t>(</w:t>
            </w:r>
            <w:r w:rsidR="00B43F99">
              <w:rPr>
                <w:b/>
                <w:sz w:val="16"/>
                <w:szCs w:val="16"/>
                <w:lang w:val="de-DE"/>
              </w:rPr>
              <w:t>inkl.</w:t>
            </w:r>
            <w:r w:rsidRPr="002724AF">
              <w:rPr>
                <w:b/>
                <w:sz w:val="16"/>
                <w:szCs w:val="16"/>
                <w:lang w:val="de-DE"/>
              </w:rPr>
              <w:t xml:space="preserve"> </w:t>
            </w:r>
            <w:r w:rsidR="00B43F99">
              <w:rPr>
                <w:b/>
                <w:sz w:val="16"/>
                <w:szCs w:val="16"/>
                <w:lang w:val="de-DE"/>
              </w:rPr>
              <w:t xml:space="preserve">ggf. </w:t>
            </w:r>
            <w:r w:rsidRPr="002724AF">
              <w:rPr>
                <w:b/>
                <w:sz w:val="16"/>
                <w:szCs w:val="16"/>
                <w:lang w:val="de-DE"/>
              </w:rPr>
              <w:t xml:space="preserve">nicht förderfähige </w:t>
            </w:r>
            <w:r w:rsidR="00816D96" w:rsidRPr="002724AF">
              <w:rPr>
                <w:b/>
                <w:sz w:val="16"/>
                <w:szCs w:val="16"/>
                <w:lang w:val="de-DE"/>
              </w:rPr>
              <w:t>Projekt</w:t>
            </w:r>
            <w:r w:rsidR="00816D96">
              <w:rPr>
                <w:b/>
                <w:sz w:val="16"/>
                <w:szCs w:val="16"/>
                <w:lang w:val="de-DE"/>
              </w:rPr>
              <w:t>kosten</w:t>
            </w:r>
            <w:r w:rsidR="00F873F9">
              <w:rPr>
                <w:b/>
                <w:sz w:val="16"/>
                <w:szCs w:val="16"/>
                <w:lang w:val="de-DE"/>
              </w:rPr>
              <w:t>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37"/>
              <w:placeholder>
                <w:docPart w:val="832C33744DC44126AE7043842970ED87"/>
              </w:placeholder>
            </w:sdtPr>
            <w:sdtEndPr>
              <w:rPr>
                <w:rStyle w:val="Tekstzastpczy"/>
              </w:rPr>
            </w:sdtEndPr>
            <w:sdtContent>
              <w:p w14:paraId="5B52A82E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</w:tbl>
    <w:p w14:paraId="74723E3B" w14:textId="1E9CA733" w:rsidR="00B52C70" w:rsidRDefault="00B52C70" w:rsidP="00B52C70">
      <w:pPr>
        <w:jc w:val="both"/>
        <w:rPr>
          <w:b/>
          <w:sz w:val="16"/>
          <w:szCs w:val="16"/>
          <w:lang w:val="de-DE"/>
        </w:rPr>
      </w:pPr>
    </w:p>
    <w:p w14:paraId="5DCA6547" w14:textId="77777777" w:rsidR="002724AF" w:rsidRDefault="002724AF" w:rsidP="002724AF">
      <w:pPr>
        <w:jc w:val="both"/>
        <w:rPr>
          <w:b/>
          <w:lang w:val="de-DE"/>
        </w:rPr>
      </w:pPr>
      <w:r>
        <w:rPr>
          <w:b/>
          <w:lang w:val="de-DE"/>
        </w:rPr>
        <w:t>3.</w:t>
      </w:r>
      <w:r w:rsidR="006D5716">
        <w:rPr>
          <w:b/>
          <w:lang w:val="de-DE"/>
        </w:rPr>
        <w:t>2</w:t>
      </w:r>
      <w:r>
        <w:rPr>
          <w:b/>
          <w:lang w:val="de-DE"/>
        </w:rPr>
        <w:t xml:space="preserve"> Erforderliche Liquidität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B52C70" w:rsidRPr="00B52C70" w14:paraId="1379759E" w14:textId="77777777" w:rsidTr="002E21DD">
        <w:tc>
          <w:tcPr>
            <w:tcW w:w="4464" w:type="dxa"/>
            <w:shd w:val="clear" w:color="auto" w:fill="D9D9D9"/>
          </w:tcPr>
          <w:p w14:paraId="5C877992" w14:textId="01534367" w:rsidR="00B52C70" w:rsidRPr="002724AF" w:rsidRDefault="00907714" w:rsidP="00816D96">
            <w:pPr>
              <w:jc w:val="both"/>
              <w:rPr>
                <w:b/>
                <w:sz w:val="16"/>
                <w:szCs w:val="16"/>
                <w:lang w:val="de-DE"/>
              </w:rPr>
            </w:pPr>
            <w:r w:rsidRPr="00F1298C">
              <w:rPr>
                <w:sz w:val="16"/>
                <w:szCs w:val="16"/>
                <w:lang w:val="de-DE"/>
              </w:rPr>
              <w:t>Anteilige Höhe des Förderbetrags für zwei Jahresquartale (Gesamtförderbetrag des Projektpartners / Anzahl der Jahresquartale innerhalb der Projektumsetzungszeit x 2)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39"/>
              <w:placeholder>
                <w:docPart w:val="332B53399F7149D2963B117CD032A794"/>
              </w:placeholder>
            </w:sdtPr>
            <w:sdtEndPr>
              <w:rPr>
                <w:rStyle w:val="Tekstzastpczy"/>
              </w:rPr>
            </w:sdtEndPr>
            <w:sdtContent>
              <w:p w14:paraId="544FC65B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</w:tbl>
    <w:p w14:paraId="35A1D8BC" w14:textId="77777777" w:rsidR="002724AF" w:rsidRDefault="002724AF" w:rsidP="002724AF">
      <w:pPr>
        <w:jc w:val="both"/>
        <w:rPr>
          <w:b/>
          <w:lang w:val="de-DE"/>
        </w:rPr>
      </w:pPr>
    </w:p>
    <w:p w14:paraId="1D046FD4" w14:textId="08CC8E2A" w:rsidR="002724AF" w:rsidRDefault="002724AF" w:rsidP="002724AF">
      <w:pPr>
        <w:jc w:val="both"/>
        <w:rPr>
          <w:b/>
          <w:lang w:val="de-DE"/>
        </w:rPr>
      </w:pPr>
      <w:r>
        <w:rPr>
          <w:b/>
          <w:lang w:val="de-DE"/>
        </w:rPr>
        <w:lastRenderedPageBreak/>
        <w:t>4. BESTÄTIGUNG</w:t>
      </w:r>
      <w:r w:rsidR="00D74D98">
        <w:rPr>
          <w:b/>
          <w:lang w:val="de-DE"/>
        </w:rPr>
        <w:t xml:space="preserve"> DER FINANZIELLEN LEISTUNGSFÄHIGKEIT</w:t>
      </w:r>
    </w:p>
    <w:p w14:paraId="7596C041" w14:textId="77777777" w:rsidR="00B43F99" w:rsidRDefault="002724AF" w:rsidP="00D74D98">
      <w:pPr>
        <w:jc w:val="both"/>
        <w:rPr>
          <w:b/>
          <w:lang w:val="de-DE"/>
        </w:rPr>
      </w:pPr>
      <w:r>
        <w:rPr>
          <w:b/>
          <w:lang w:val="de-DE"/>
        </w:rPr>
        <w:t xml:space="preserve">4.1 </w:t>
      </w:r>
      <w:r w:rsidR="00D74D98" w:rsidRPr="00D74D98">
        <w:rPr>
          <w:b/>
          <w:lang w:val="de-DE"/>
        </w:rPr>
        <w:t>Der o.g. Projektpartner kann die für die Projektumsetzung notwendigen Eigenmittel in monetärer Form für die Deckung des im Punkt 3.1. genannten Betrags</w:t>
      </w:r>
      <w:r w:rsidR="00D74D98" w:rsidRPr="00D74D98" w:rsidDel="00D74D98">
        <w:rPr>
          <w:b/>
          <w:lang w:val="de-DE"/>
        </w:rPr>
        <w:t xml:space="preserve"> </w:t>
      </w:r>
      <w:r w:rsidR="00D74D98">
        <w:rPr>
          <w:b/>
          <w:lang w:val="de-DE"/>
        </w:rPr>
        <w:t>aufbringen</w:t>
      </w:r>
    </w:p>
    <w:p w14:paraId="740F6C3C" w14:textId="43963C5E" w:rsidR="0077385B" w:rsidRPr="002724AF" w:rsidRDefault="00D74D98" w:rsidP="00D74D98">
      <w:pPr>
        <w:jc w:val="both"/>
        <w:rPr>
          <w:b/>
          <w:lang w:val="de-DE"/>
        </w:rPr>
      </w:pPr>
      <w:r>
        <w:rPr>
          <w:b/>
          <w:lang w:val="de-DE"/>
        </w:rPr>
        <w:t xml:space="preserve"> </w:t>
      </w:r>
      <w:r w:rsidR="002724AF" w:rsidRPr="002724AF">
        <w:rPr>
          <w:b/>
          <w:lang w:val="de-DE"/>
        </w:rPr>
        <w:t>JA</w:t>
      </w:r>
      <w:r w:rsidR="002724AF">
        <w:rPr>
          <w:b/>
          <w:lang w:val="de-DE"/>
        </w:rPr>
        <w:t xml:space="preserve"> </w:t>
      </w:r>
      <w:r w:rsidR="00A2545D" w:rsidRPr="002724AF">
        <w:rPr>
          <w:b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A2545D" w:rsidRPr="002724AF">
        <w:rPr>
          <w:b/>
        </w:rPr>
      </w:r>
      <w:r w:rsidR="00A2545D" w:rsidRPr="002724AF">
        <w:rPr>
          <w:b/>
        </w:rPr>
        <w:fldChar w:fldCharType="separate"/>
      </w:r>
      <w:r w:rsidR="00A2545D" w:rsidRPr="002724AF">
        <w:rPr>
          <w:b/>
        </w:rPr>
        <w:fldChar w:fldCharType="end"/>
      </w:r>
      <w:r w:rsidR="002724AF" w:rsidRPr="002724AF">
        <w:rPr>
          <w:b/>
          <w:lang w:val="de-DE"/>
        </w:rPr>
        <w:t xml:space="preserve">  </w:t>
      </w:r>
      <w:r w:rsidR="002724AF">
        <w:rPr>
          <w:b/>
          <w:lang w:val="de-DE"/>
        </w:rPr>
        <w:tab/>
      </w:r>
      <w:r w:rsidR="002724AF" w:rsidRPr="002724AF">
        <w:rPr>
          <w:b/>
          <w:lang w:val="de-DE"/>
        </w:rPr>
        <w:t xml:space="preserve">NEIN  </w:t>
      </w:r>
      <w:r w:rsidR="00A2545D" w:rsidRPr="002724AF">
        <w:rPr>
          <w:b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A2545D" w:rsidRPr="002724AF">
        <w:rPr>
          <w:b/>
        </w:rPr>
      </w:r>
      <w:r w:rsidR="00A2545D" w:rsidRPr="002724AF">
        <w:rPr>
          <w:b/>
        </w:rPr>
        <w:fldChar w:fldCharType="separate"/>
      </w:r>
      <w:r w:rsidR="00A2545D" w:rsidRPr="002724AF">
        <w:rPr>
          <w:b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935"/>
      </w:tblGrid>
      <w:tr w:rsidR="002724AF" w:rsidRPr="002724AF" w14:paraId="21A76426" w14:textId="77777777" w:rsidTr="002724AF">
        <w:tc>
          <w:tcPr>
            <w:tcW w:w="993" w:type="dxa"/>
            <w:shd w:val="clear" w:color="auto" w:fill="D9D9D9"/>
          </w:tcPr>
          <w:p w14:paraId="0EB8338F" w14:textId="1187B632" w:rsidR="002724AF" w:rsidRPr="002724AF" w:rsidRDefault="002724AF" w:rsidP="002E21DD">
            <w:pPr>
              <w:jc w:val="both"/>
              <w:rPr>
                <w:sz w:val="16"/>
                <w:szCs w:val="16"/>
                <w:lang w:val="de-DE"/>
              </w:rPr>
            </w:pPr>
          </w:p>
        </w:tc>
        <w:tc>
          <w:tcPr>
            <w:tcW w:w="7935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43"/>
              <w:placeholder>
                <w:docPart w:val="62762C8328C743C79196C9D74223681C"/>
              </w:placeholder>
              <w:showingPlcHdr/>
            </w:sdtPr>
            <w:sdtEndPr>
              <w:rPr>
                <w:rStyle w:val="Tekstzastpczy"/>
              </w:rPr>
            </w:sdtEndPr>
            <w:sdtContent>
              <w:p w14:paraId="4B9EAEDE" w14:textId="18210928" w:rsidR="002724AF" w:rsidRPr="001008E8" w:rsidRDefault="00B43F99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705FA7">
                  <w:rPr>
                    <w:rStyle w:val="Tekstzastpczy"/>
                  </w:rPr>
                  <w:t>Kliknij tutaj, aby wprowadzić tekst.</w:t>
                </w:r>
              </w:p>
            </w:sdtContent>
          </w:sdt>
        </w:tc>
      </w:tr>
    </w:tbl>
    <w:p w14:paraId="2DB9D60E" w14:textId="77777777" w:rsidR="002724AF" w:rsidRPr="001008E8" w:rsidRDefault="002724AF" w:rsidP="002724AF">
      <w:pPr>
        <w:jc w:val="both"/>
        <w:rPr>
          <w:b/>
        </w:rPr>
      </w:pPr>
    </w:p>
    <w:p w14:paraId="4D559F2B" w14:textId="0CB48F82" w:rsidR="002724AF" w:rsidRDefault="002724AF" w:rsidP="002724AF">
      <w:pPr>
        <w:jc w:val="both"/>
        <w:rPr>
          <w:b/>
          <w:lang w:val="de-DE"/>
        </w:rPr>
      </w:pPr>
      <w:r>
        <w:rPr>
          <w:b/>
          <w:lang w:val="de-DE"/>
        </w:rPr>
        <w:t xml:space="preserve">4.2 </w:t>
      </w:r>
      <w:r w:rsidR="00D74D98" w:rsidRPr="00D74D98">
        <w:rPr>
          <w:b/>
          <w:lang w:val="de-DE"/>
        </w:rPr>
        <w:t>Der o.g. Projektpartner kann die für die Projektumsetzung notwendigen Mittel</w:t>
      </w:r>
      <w:r w:rsidR="00FB2A0D">
        <w:rPr>
          <w:b/>
          <w:lang w:val="de-DE"/>
        </w:rPr>
        <w:t xml:space="preserve"> </w:t>
      </w:r>
      <w:r w:rsidR="00816D96">
        <w:rPr>
          <w:b/>
          <w:lang w:val="de-DE"/>
        </w:rPr>
        <w:t xml:space="preserve">zur </w:t>
      </w:r>
      <w:r w:rsidR="00FB2A0D" w:rsidRPr="00FB2A0D">
        <w:rPr>
          <w:b/>
          <w:lang w:val="de-DE"/>
        </w:rPr>
        <w:t>Vorfinanzierung des im Punkt 3.2 genannten Betrags</w:t>
      </w:r>
      <w:r w:rsidR="00FB2A0D" w:rsidRPr="00FB2A0D" w:rsidDel="00D74D98">
        <w:rPr>
          <w:b/>
          <w:lang w:val="de-DE"/>
        </w:rPr>
        <w:t xml:space="preserve"> </w:t>
      </w:r>
      <w:r w:rsidR="00FB2A0D">
        <w:rPr>
          <w:b/>
          <w:lang w:val="de-DE"/>
        </w:rPr>
        <w:t xml:space="preserve">aufbringen </w:t>
      </w:r>
    </w:p>
    <w:p w14:paraId="68C8046B" w14:textId="77777777" w:rsidR="002724AF" w:rsidRDefault="002724AF" w:rsidP="002724AF">
      <w:pPr>
        <w:spacing w:before="240"/>
        <w:jc w:val="both"/>
        <w:rPr>
          <w:b/>
        </w:rPr>
      </w:pPr>
      <w:r w:rsidRPr="002724AF">
        <w:rPr>
          <w:b/>
          <w:lang w:val="de-DE"/>
        </w:rPr>
        <w:t>JA</w:t>
      </w:r>
      <w:r>
        <w:rPr>
          <w:b/>
          <w:lang w:val="de-DE"/>
        </w:rPr>
        <w:t xml:space="preserve"> </w:t>
      </w:r>
      <w:r w:rsidR="00A2545D" w:rsidRPr="002724AF">
        <w:rPr>
          <w:b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r w:rsidRPr="002724AF">
        <w:rPr>
          <w:b/>
          <w:lang w:val="de-DE"/>
        </w:rPr>
        <w:instrText xml:space="preserve"> FORMCHECKBOX </w:instrText>
      </w:r>
      <w:r w:rsidR="00A2545D" w:rsidRPr="002724AF">
        <w:rPr>
          <w:b/>
        </w:rPr>
      </w:r>
      <w:r w:rsidR="00A2545D" w:rsidRPr="002724AF">
        <w:rPr>
          <w:b/>
        </w:rPr>
        <w:fldChar w:fldCharType="separate"/>
      </w:r>
      <w:r w:rsidR="00A2545D" w:rsidRPr="002724AF">
        <w:rPr>
          <w:b/>
        </w:rPr>
        <w:fldChar w:fldCharType="end"/>
      </w:r>
      <w:r w:rsidRPr="002724AF">
        <w:rPr>
          <w:b/>
          <w:lang w:val="de-DE"/>
        </w:rPr>
        <w:t xml:space="preserve">  </w:t>
      </w:r>
      <w:r>
        <w:rPr>
          <w:b/>
          <w:lang w:val="de-DE"/>
        </w:rPr>
        <w:tab/>
      </w:r>
      <w:r w:rsidRPr="002724AF">
        <w:rPr>
          <w:b/>
          <w:lang w:val="de-DE"/>
        </w:rPr>
        <w:t xml:space="preserve">NEIN  </w:t>
      </w:r>
      <w:r w:rsidR="00A2545D" w:rsidRPr="002724AF">
        <w:rPr>
          <w:b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2724AF">
        <w:rPr>
          <w:b/>
          <w:lang w:val="de-DE"/>
        </w:rPr>
        <w:instrText xml:space="preserve"> FORMCHECKBOX </w:instrText>
      </w:r>
      <w:r w:rsidR="00A2545D" w:rsidRPr="002724AF">
        <w:rPr>
          <w:b/>
        </w:rPr>
      </w:r>
      <w:r w:rsidR="00A2545D" w:rsidRPr="002724AF">
        <w:rPr>
          <w:b/>
        </w:rPr>
        <w:fldChar w:fldCharType="separate"/>
      </w:r>
      <w:r w:rsidR="00A2545D" w:rsidRPr="002724AF">
        <w:rPr>
          <w:b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935"/>
      </w:tblGrid>
      <w:tr w:rsidR="002724AF" w:rsidRPr="00C50EBE" w14:paraId="66B1B8BB" w14:textId="77777777" w:rsidTr="002E21DD">
        <w:tc>
          <w:tcPr>
            <w:tcW w:w="993" w:type="dxa"/>
            <w:shd w:val="clear" w:color="auto" w:fill="D9D9D9"/>
          </w:tcPr>
          <w:p w14:paraId="5C5E67DE" w14:textId="51564F67" w:rsidR="002724AF" w:rsidRPr="00244141" w:rsidRDefault="002724AF" w:rsidP="002E21D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35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44"/>
              <w:placeholder>
                <w:docPart w:val="693453355F544B56BD7A42737DFE7DC4"/>
              </w:placeholder>
              <w:showingPlcHdr/>
            </w:sdtPr>
            <w:sdtEndPr>
              <w:rPr>
                <w:rStyle w:val="Tekstzastpczy"/>
              </w:rPr>
            </w:sdtEndPr>
            <w:sdtContent>
              <w:p w14:paraId="2CC3982D" w14:textId="7CBFC4D6" w:rsidR="002724AF" w:rsidRPr="00C50EBE" w:rsidRDefault="00B43F99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705FA7">
                  <w:rPr>
                    <w:rStyle w:val="Tekstzastpczy"/>
                  </w:rPr>
                  <w:t>Kliknij tutaj, aby wprowadzić tekst.</w:t>
                </w:r>
              </w:p>
            </w:sdtContent>
          </w:sdt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0"/>
        <w:gridCol w:w="7142"/>
      </w:tblGrid>
      <w:tr w:rsidR="006D5716" w:rsidRPr="00F873F9" w14:paraId="2EB21E4A" w14:textId="77777777" w:rsidTr="00B43F99">
        <w:tc>
          <w:tcPr>
            <w:tcW w:w="1930" w:type="dxa"/>
          </w:tcPr>
          <w:p w14:paraId="718C7483" w14:textId="2AF77BCC" w:rsidR="006D5716" w:rsidRPr="001008E8" w:rsidRDefault="006D5716" w:rsidP="00B52C70">
            <w:pPr>
              <w:spacing w:before="240"/>
              <w:jc w:val="both"/>
              <w:rPr>
                <w:b/>
              </w:rPr>
            </w:pPr>
          </w:p>
        </w:tc>
        <w:tc>
          <w:tcPr>
            <w:tcW w:w="7142" w:type="dxa"/>
          </w:tcPr>
          <w:p w14:paraId="345EAA25" w14:textId="75D54B6E" w:rsidR="006D5716" w:rsidRPr="001008E8" w:rsidRDefault="006D5716" w:rsidP="006D5716">
            <w:pPr>
              <w:spacing w:before="240"/>
              <w:jc w:val="both"/>
            </w:pPr>
          </w:p>
        </w:tc>
      </w:tr>
      <w:tr w:rsidR="006D5716" w:rsidRPr="00C50EBE" w14:paraId="22EAA7AE" w14:textId="77777777" w:rsidTr="00B4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30" w:type="dxa"/>
          </w:tcPr>
          <w:p w14:paraId="0240D65A" w14:textId="77777777" w:rsidR="006D5716" w:rsidRPr="00244141" w:rsidRDefault="006D5716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Herkunft der Mittel</w:t>
            </w:r>
          </w:p>
        </w:tc>
        <w:tc>
          <w:tcPr>
            <w:tcW w:w="7142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46"/>
              <w:placeholder>
                <w:docPart w:val="C30A8AE924AD4DAC9F794A53D23FAAE9"/>
              </w:placeholder>
            </w:sdtPr>
            <w:sdtEndPr>
              <w:rPr>
                <w:rStyle w:val="Tekstzastpczy"/>
              </w:rPr>
            </w:sdtEndPr>
            <w:sdtContent>
              <w:p w14:paraId="0C6BE987" w14:textId="77777777" w:rsidR="006D5716" w:rsidRPr="00C50EBE" w:rsidRDefault="006D5716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2E5970">
                  <w:rPr>
                    <w:i/>
                    <w:color w:val="1F497D"/>
                    <w:sz w:val="16"/>
                    <w:szCs w:val="16"/>
                  </w:rPr>
                  <w:t>Zur Eingabe hier klicken</w:t>
                </w:r>
                <w:r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</w:tbl>
    <w:p w14:paraId="7B95F235" w14:textId="77777777" w:rsidR="00B05456" w:rsidRDefault="00B05456" w:rsidP="002724AF">
      <w:pPr>
        <w:spacing w:before="240"/>
        <w:jc w:val="both"/>
        <w:rPr>
          <w:b/>
          <w:lang w:val="de-DE"/>
        </w:rPr>
      </w:pPr>
    </w:p>
    <w:p w14:paraId="4279D6EC" w14:textId="5CE0624F" w:rsidR="00D72780" w:rsidRDefault="00D72780" w:rsidP="002724AF">
      <w:pPr>
        <w:spacing w:before="240"/>
        <w:jc w:val="both"/>
        <w:rPr>
          <w:b/>
          <w:lang w:val="de-DE"/>
        </w:rPr>
      </w:pPr>
      <w:r>
        <w:rPr>
          <w:b/>
          <w:lang w:val="de-DE"/>
        </w:rPr>
        <w:t>4.</w:t>
      </w:r>
      <w:r w:rsidR="00FB2A0D">
        <w:rPr>
          <w:b/>
          <w:lang w:val="de-DE"/>
        </w:rPr>
        <w:t>3</w:t>
      </w:r>
      <w:r>
        <w:rPr>
          <w:b/>
          <w:lang w:val="de-DE"/>
        </w:rPr>
        <w:t xml:space="preserve"> </w:t>
      </w:r>
      <w:r w:rsidR="00B43F99">
        <w:rPr>
          <w:b/>
          <w:lang w:val="de-DE"/>
        </w:rPr>
        <w:t>Erklärung</w:t>
      </w:r>
      <w:r>
        <w:rPr>
          <w:b/>
          <w:lang w:val="de-DE"/>
        </w:rPr>
        <w:t xml:space="preserve"> der </w:t>
      </w:r>
      <w:r w:rsidR="00B43F99">
        <w:rPr>
          <w:b/>
          <w:lang w:val="de-DE"/>
        </w:rPr>
        <w:t>ausstellenden Institution</w:t>
      </w:r>
    </w:p>
    <w:p w14:paraId="5737011C" w14:textId="17DE9D46" w:rsidR="00D72780" w:rsidRDefault="00D72780" w:rsidP="00D72780">
      <w:pPr>
        <w:spacing w:before="240"/>
        <w:jc w:val="both"/>
        <w:rPr>
          <w:lang w:val="de-DE"/>
        </w:rPr>
      </w:pPr>
      <w:r>
        <w:rPr>
          <w:lang w:val="de-DE"/>
        </w:rPr>
        <w:t xml:space="preserve">Wir bestätigen, dass uns keine Negativmerkmale zum o.g. Kunden sowie keine Tatsachen bekannt sind, </w:t>
      </w:r>
      <w:r w:rsidR="00B43F99">
        <w:rPr>
          <w:lang w:val="de-DE"/>
        </w:rPr>
        <w:t xml:space="preserve">welche die Umsetzung des Projekts durch den o.g. Projektpartner </w:t>
      </w:r>
      <w:r w:rsidR="00FB2A0D" w:rsidRPr="00FB2A0D">
        <w:rPr>
          <w:lang w:val="de-DE"/>
        </w:rPr>
        <w:t>i</w:t>
      </w:r>
      <w:r w:rsidR="00B43F99">
        <w:rPr>
          <w:lang w:val="de-DE"/>
        </w:rPr>
        <w:t xml:space="preserve">m </w:t>
      </w:r>
      <w:r w:rsidR="00FB2A0D" w:rsidRPr="00FB2A0D">
        <w:rPr>
          <w:lang w:val="de-DE"/>
        </w:rPr>
        <w:t>unter den Nummern 4.1 und 4.2 angegebenen Umfang</w:t>
      </w:r>
      <w:r w:rsidR="00FB2A0D">
        <w:rPr>
          <w:lang w:val="de-DE"/>
        </w:rPr>
        <w:t xml:space="preserve"> </w:t>
      </w:r>
      <w:r w:rsidR="00B43F99">
        <w:rPr>
          <w:lang w:val="de-DE"/>
        </w:rPr>
        <w:t>aus finanzieller Sicht gefährden können.</w:t>
      </w:r>
    </w:p>
    <w:p w14:paraId="422C1EC6" w14:textId="77777777" w:rsidR="00D72780" w:rsidRDefault="00D72780" w:rsidP="00D72780">
      <w:pPr>
        <w:spacing w:before="240"/>
        <w:jc w:val="both"/>
        <w:rPr>
          <w:b/>
          <w:lang w:val="de-DE"/>
        </w:rPr>
      </w:pPr>
    </w:p>
    <w:p w14:paraId="123CDAC8" w14:textId="1C668ABA" w:rsidR="00D72780" w:rsidRPr="00E14F84" w:rsidRDefault="00D72780" w:rsidP="006D5716">
      <w:pPr>
        <w:spacing w:before="240"/>
        <w:jc w:val="both"/>
        <w:rPr>
          <w:lang w:val="de-DE"/>
        </w:rPr>
      </w:pPr>
      <w:r>
        <w:rPr>
          <w:b/>
          <w:lang w:val="de-DE"/>
        </w:rPr>
        <w:t>Ort, Datum</w:t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Unterschrift, Stempel der </w:t>
      </w:r>
      <w:r w:rsidR="00B43F99">
        <w:rPr>
          <w:b/>
          <w:lang w:val="de-DE"/>
        </w:rPr>
        <w:t>ausstellenden Institution</w:t>
      </w:r>
    </w:p>
    <w:sectPr w:rsidR="00D72780" w:rsidRPr="00E14F84" w:rsidSect="004854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851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11169" w14:textId="77777777" w:rsidR="003570FA" w:rsidRDefault="003570FA" w:rsidP="00354E74">
      <w:pPr>
        <w:spacing w:after="0" w:line="240" w:lineRule="auto"/>
      </w:pPr>
      <w:r>
        <w:separator/>
      </w:r>
    </w:p>
  </w:endnote>
  <w:endnote w:type="continuationSeparator" w:id="0">
    <w:p w14:paraId="236D5ACE" w14:textId="77777777" w:rsidR="003570FA" w:rsidRDefault="003570FA" w:rsidP="0035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5D79B" w14:textId="77777777" w:rsidR="00816D96" w:rsidRDefault="00816D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41807" w14:textId="77777777" w:rsidR="00816D96" w:rsidRDefault="00816D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9604F" w14:textId="77777777" w:rsidR="00816D96" w:rsidRDefault="00816D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1DEBB" w14:textId="77777777" w:rsidR="003570FA" w:rsidRDefault="003570FA" w:rsidP="00354E74">
      <w:pPr>
        <w:spacing w:after="0" w:line="240" w:lineRule="auto"/>
      </w:pPr>
      <w:r>
        <w:separator/>
      </w:r>
    </w:p>
  </w:footnote>
  <w:footnote w:type="continuationSeparator" w:id="0">
    <w:p w14:paraId="487C5EB2" w14:textId="77777777" w:rsidR="003570FA" w:rsidRDefault="003570FA" w:rsidP="00354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3A082" w14:textId="77777777" w:rsidR="00816D96" w:rsidRDefault="00816D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D5631" w14:textId="4D22A900" w:rsidR="00F62147" w:rsidRDefault="00910FDC" w:rsidP="004854FE">
    <w:pPr>
      <w:pStyle w:val="Nagwek"/>
      <w:ind w:left="-426"/>
    </w:pPr>
    <w:r>
      <w:rPr>
        <w:noProof/>
        <w:lang w:val="de-DE" w:eastAsia="de-DE"/>
      </w:rPr>
      <w:drawing>
        <wp:inline distT="0" distB="0" distL="0" distR="0" wp14:anchorId="45BA47D5" wp14:editId="0B8AC683">
          <wp:extent cx="2542195" cy="7668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2195" cy="76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E05F15" w14:textId="77777777" w:rsidR="00F62147" w:rsidRDefault="00F621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314E9" w14:textId="77777777" w:rsidR="00816D96" w:rsidRDefault="00816D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305C6"/>
    <w:multiLevelType w:val="hybridMultilevel"/>
    <w:tmpl w:val="A0AC8DEC"/>
    <w:lvl w:ilvl="0" w:tplc="0415000F">
      <w:start w:val="1"/>
      <w:numFmt w:val="decimal"/>
      <w:lvlText w:val="%1."/>
      <w:lvlJc w:val="left"/>
      <w:pPr>
        <w:ind w:left="132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4" w:hanging="360"/>
      </w:pPr>
    </w:lvl>
    <w:lvl w:ilvl="2" w:tplc="0415001B" w:tentative="1">
      <w:start w:val="1"/>
      <w:numFmt w:val="lowerRoman"/>
      <w:lvlText w:val="%3."/>
      <w:lvlJc w:val="right"/>
      <w:pPr>
        <w:ind w:left="14684" w:hanging="180"/>
      </w:pPr>
    </w:lvl>
    <w:lvl w:ilvl="3" w:tplc="0415000F" w:tentative="1">
      <w:start w:val="1"/>
      <w:numFmt w:val="decimal"/>
      <w:lvlText w:val="%4."/>
      <w:lvlJc w:val="left"/>
      <w:pPr>
        <w:ind w:left="15404" w:hanging="360"/>
      </w:pPr>
    </w:lvl>
    <w:lvl w:ilvl="4" w:tplc="04150019" w:tentative="1">
      <w:start w:val="1"/>
      <w:numFmt w:val="lowerLetter"/>
      <w:lvlText w:val="%5."/>
      <w:lvlJc w:val="left"/>
      <w:pPr>
        <w:ind w:left="16124" w:hanging="360"/>
      </w:pPr>
    </w:lvl>
    <w:lvl w:ilvl="5" w:tplc="0415001B" w:tentative="1">
      <w:start w:val="1"/>
      <w:numFmt w:val="lowerRoman"/>
      <w:lvlText w:val="%6."/>
      <w:lvlJc w:val="right"/>
      <w:pPr>
        <w:ind w:left="16844" w:hanging="180"/>
      </w:pPr>
    </w:lvl>
    <w:lvl w:ilvl="6" w:tplc="0415000F" w:tentative="1">
      <w:start w:val="1"/>
      <w:numFmt w:val="decimal"/>
      <w:lvlText w:val="%7."/>
      <w:lvlJc w:val="left"/>
      <w:pPr>
        <w:ind w:left="17564" w:hanging="360"/>
      </w:pPr>
    </w:lvl>
    <w:lvl w:ilvl="7" w:tplc="04150019" w:tentative="1">
      <w:start w:val="1"/>
      <w:numFmt w:val="lowerLetter"/>
      <w:lvlText w:val="%8."/>
      <w:lvlJc w:val="left"/>
      <w:pPr>
        <w:ind w:left="18284" w:hanging="360"/>
      </w:pPr>
    </w:lvl>
    <w:lvl w:ilvl="8" w:tplc="0415001B" w:tentative="1">
      <w:start w:val="1"/>
      <w:numFmt w:val="lowerRoman"/>
      <w:lvlText w:val="%9."/>
      <w:lvlJc w:val="right"/>
      <w:pPr>
        <w:ind w:left="19004" w:hanging="180"/>
      </w:pPr>
    </w:lvl>
  </w:abstractNum>
  <w:abstractNum w:abstractNumId="1" w15:restartNumberingAfterBreak="0">
    <w:nsid w:val="0C610999"/>
    <w:multiLevelType w:val="hybridMultilevel"/>
    <w:tmpl w:val="1DD8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223D9"/>
    <w:multiLevelType w:val="hybridMultilevel"/>
    <w:tmpl w:val="BC5CB374"/>
    <w:lvl w:ilvl="0" w:tplc="4B74224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730FC6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317A3"/>
    <w:multiLevelType w:val="hybridMultilevel"/>
    <w:tmpl w:val="15B28D5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F52C3C"/>
    <w:multiLevelType w:val="hybridMultilevel"/>
    <w:tmpl w:val="6C208FC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B5CD9"/>
    <w:multiLevelType w:val="hybridMultilevel"/>
    <w:tmpl w:val="5F325B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02115"/>
    <w:multiLevelType w:val="hybridMultilevel"/>
    <w:tmpl w:val="A808C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53BED"/>
    <w:multiLevelType w:val="hybridMultilevel"/>
    <w:tmpl w:val="4E3CC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14934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C247B"/>
    <w:multiLevelType w:val="hybridMultilevel"/>
    <w:tmpl w:val="8BCA25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76EAD"/>
    <w:multiLevelType w:val="hybridMultilevel"/>
    <w:tmpl w:val="7E90EAE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627AA1"/>
    <w:multiLevelType w:val="hybridMultilevel"/>
    <w:tmpl w:val="79624AC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1F5D9C"/>
    <w:multiLevelType w:val="hybridMultilevel"/>
    <w:tmpl w:val="F1863242"/>
    <w:lvl w:ilvl="0" w:tplc="9C5CE2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D4BE2"/>
    <w:multiLevelType w:val="hybridMultilevel"/>
    <w:tmpl w:val="54DCF6CC"/>
    <w:lvl w:ilvl="0" w:tplc="558EC0CE">
      <w:start w:val="1"/>
      <w:numFmt w:val="decimal"/>
      <w:lvlText w:val="%1."/>
      <w:lvlJc w:val="left"/>
      <w:pPr>
        <w:ind w:left="133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040" w:hanging="360"/>
      </w:pPr>
    </w:lvl>
    <w:lvl w:ilvl="2" w:tplc="0415001B" w:tentative="1">
      <w:start w:val="1"/>
      <w:numFmt w:val="lowerRoman"/>
      <w:lvlText w:val="%3."/>
      <w:lvlJc w:val="right"/>
      <w:pPr>
        <w:ind w:left="14760" w:hanging="180"/>
      </w:pPr>
    </w:lvl>
    <w:lvl w:ilvl="3" w:tplc="0415000F" w:tentative="1">
      <w:start w:val="1"/>
      <w:numFmt w:val="decimal"/>
      <w:lvlText w:val="%4."/>
      <w:lvlJc w:val="left"/>
      <w:pPr>
        <w:ind w:left="15480" w:hanging="360"/>
      </w:pPr>
    </w:lvl>
    <w:lvl w:ilvl="4" w:tplc="04150019" w:tentative="1">
      <w:start w:val="1"/>
      <w:numFmt w:val="lowerLetter"/>
      <w:lvlText w:val="%5."/>
      <w:lvlJc w:val="left"/>
      <w:pPr>
        <w:ind w:left="16200" w:hanging="360"/>
      </w:pPr>
    </w:lvl>
    <w:lvl w:ilvl="5" w:tplc="0415001B" w:tentative="1">
      <w:start w:val="1"/>
      <w:numFmt w:val="lowerRoman"/>
      <w:lvlText w:val="%6."/>
      <w:lvlJc w:val="right"/>
      <w:pPr>
        <w:ind w:left="16920" w:hanging="180"/>
      </w:pPr>
    </w:lvl>
    <w:lvl w:ilvl="6" w:tplc="0415000F" w:tentative="1">
      <w:start w:val="1"/>
      <w:numFmt w:val="decimal"/>
      <w:lvlText w:val="%7."/>
      <w:lvlJc w:val="left"/>
      <w:pPr>
        <w:ind w:left="17640" w:hanging="360"/>
      </w:pPr>
    </w:lvl>
    <w:lvl w:ilvl="7" w:tplc="04150019" w:tentative="1">
      <w:start w:val="1"/>
      <w:numFmt w:val="lowerLetter"/>
      <w:lvlText w:val="%8."/>
      <w:lvlJc w:val="left"/>
      <w:pPr>
        <w:ind w:left="18360" w:hanging="360"/>
      </w:pPr>
    </w:lvl>
    <w:lvl w:ilvl="8" w:tplc="0415001B" w:tentative="1">
      <w:start w:val="1"/>
      <w:numFmt w:val="lowerRoman"/>
      <w:lvlText w:val="%9."/>
      <w:lvlJc w:val="right"/>
      <w:pPr>
        <w:ind w:left="19080" w:hanging="180"/>
      </w:pPr>
    </w:lvl>
  </w:abstractNum>
  <w:abstractNum w:abstractNumId="15" w15:restartNumberingAfterBreak="0">
    <w:nsid w:val="3AB2036E"/>
    <w:multiLevelType w:val="hybridMultilevel"/>
    <w:tmpl w:val="EADC8E5E"/>
    <w:lvl w:ilvl="0" w:tplc="1AEAFFA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3D936B3D"/>
    <w:multiLevelType w:val="hybridMultilevel"/>
    <w:tmpl w:val="A9E0614E"/>
    <w:lvl w:ilvl="0" w:tplc="9E9E7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7193A"/>
    <w:multiLevelType w:val="hybridMultilevel"/>
    <w:tmpl w:val="FD3A28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D316C7"/>
    <w:multiLevelType w:val="hybridMultilevel"/>
    <w:tmpl w:val="2172932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3F25345"/>
    <w:multiLevelType w:val="hybridMultilevel"/>
    <w:tmpl w:val="8E0625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B1C0C"/>
    <w:multiLevelType w:val="hybridMultilevel"/>
    <w:tmpl w:val="6B4A8EB4"/>
    <w:lvl w:ilvl="0" w:tplc="04150019">
      <w:start w:val="1"/>
      <w:numFmt w:val="lowerLetter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 w15:restartNumberingAfterBreak="0">
    <w:nsid w:val="48ED7DEC"/>
    <w:multiLevelType w:val="hybridMultilevel"/>
    <w:tmpl w:val="2448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E5658"/>
    <w:multiLevelType w:val="hybridMultilevel"/>
    <w:tmpl w:val="255E0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13BDC"/>
    <w:multiLevelType w:val="multilevel"/>
    <w:tmpl w:val="B58E9FDC"/>
    <w:lvl w:ilvl="0">
      <w:start w:val="1"/>
      <w:numFmt w:val="decimal"/>
      <w:lvlText w:val="%1."/>
      <w:lvlJc w:val="left"/>
      <w:pPr>
        <w:ind w:left="13320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ind w:left="14040" w:hanging="360"/>
      </w:pPr>
    </w:lvl>
    <w:lvl w:ilvl="2">
      <w:start w:val="1"/>
      <w:numFmt w:val="lowerRoman"/>
      <w:lvlText w:val="%3."/>
      <w:lvlJc w:val="right"/>
      <w:pPr>
        <w:ind w:left="14760" w:hanging="180"/>
      </w:pPr>
    </w:lvl>
    <w:lvl w:ilvl="3">
      <w:start w:val="1"/>
      <w:numFmt w:val="decimal"/>
      <w:lvlText w:val="%4."/>
      <w:lvlJc w:val="left"/>
      <w:pPr>
        <w:ind w:left="15480" w:hanging="360"/>
      </w:pPr>
    </w:lvl>
    <w:lvl w:ilvl="4">
      <w:start w:val="1"/>
      <w:numFmt w:val="lowerLetter"/>
      <w:lvlText w:val="%5."/>
      <w:lvlJc w:val="left"/>
      <w:pPr>
        <w:ind w:left="16200" w:hanging="360"/>
      </w:pPr>
    </w:lvl>
    <w:lvl w:ilvl="5">
      <w:start w:val="1"/>
      <w:numFmt w:val="lowerRoman"/>
      <w:lvlText w:val="%6."/>
      <w:lvlJc w:val="right"/>
      <w:pPr>
        <w:ind w:left="16920" w:hanging="180"/>
      </w:pPr>
    </w:lvl>
    <w:lvl w:ilvl="6">
      <w:start w:val="1"/>
      <w:numFmt w:val="decimal"/>
      <w:lvlText w:val="%7."/>
      <w:lvlJc w:val="left"/>
      <w:pPr>
        <w:ind w:left="17640" w:hanging="360"/>
      </w:pPr>
    </w:lvl>
    <w:lvl w:ilvl="7">
      <w:start w:val="1"/>
      <w:numFmt w:val="lowerLetter"/>
      <w:lvlText w:val="%8."/>
      <w:lvlJc w:val="left"/>
      <w:pPr>
        <w:ind w:left="18360" w:hanging="360"/>
      </w:pPr>
    </w:lvl>
    <w:lvl w:ilvl="8">
      <w:start w:val="1"/>
      <w:numFmt w:val="lowerRoman"/>
      <w:lvlText w:val="%9."/>
      <w:lvlJc w:val="right"/>
      <w:pPr>
        <w:ind w:left="19080" w:hanging="180"/>
      </w:pPr>
    </w:lvl>
  </w:abstractNum>
  <w:abstractNum w:abstractNumId="24" w15:restartNumberingAfterBreak="0">
    <w:nsid w:val="4BC176EE"/>
    <w:multiLevelType w:val="hybridMultilevel"/>
    <w:tmpl w:val="7CE26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320A7"/>
    <w:multiLevelType w:val="hybridMultilevel"/>
    <w:tmpl w:val="CADC0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F7900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E699D"/>
    <w:multiLevelType w:val="hybridMultilevel"/>
    <w:tmpl w:val="E132C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D45DC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14626"/>
    <w:multiLevelType w:val="hybridMultilevel"/>
    <w:tmpl w:val="DC287EA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CF0902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230CD"/>
    <w:multiLevelType w:val="hybridMultilevel"/>
    <w:tmpl w:val="B8F4FA6E"/>
    <w:lvl w:ilvl="0" w:tplc="1486BB6E">
      <w:start w:val="1"/>
      <w:numFmt w:val="lowerLetter"/>
      <w:lvlText w:val="%1."/>
      <w:lvlJc w:val="left"/>
      <w:pPr>
        <w:ind w:left="103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2" w15:restartNumberingAfterBreak="0">
    <w:nsid w:val="695B279E"/>
    <w:multiLevelType w:val="hybridMultilevel"/>
    <w:tmpl w:val="2D625D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F92C83"/>
    <w:multiLevelType w:val="hybridMultilevel"/>
    <w:tmpl w:val="20BE985C"/>
    <w:lvl w:ilvl="0" w:tplc="D19A87E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C8B5CFF"/>
    <w:multiLevelType w:val="hybridMultilevel"/>
    <w:tmpl w:val="D062E50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2D7EA8"/>
    <w:multiLevelType w:val="hybridMultilevel"/>
    <w:tmpl w:val="6B0AB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6E5523"/>
    <w:multiLevelType w:val="hybridMultilevel"/>
    <w:tmpl w:val="DA96291E"/>
    <w:lvl w:ilvl="0" w:tplc="6754773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26344A"/>
    <w:multiLevelType w:val="hybridMultilevel"/>
    <w:tmpl w:val="759C5A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9A4189"/>
    <w:multiLevelType w:val="hybridMultilevel"/>
    <w:tmpl w:val="11C40836"/>
    <w:lvl w:ilvl="0" w:tplc="02049B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CCB455C"/>
    <w:multiLevelType w:val="hybridMultilevel"/>
    <w:tmpl w:val="606EC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11E4F"/>
    <w:multiLevelType w:val="hybridMultilevel"/>
    <w:tmpl w:val="C494DD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704190"/>
    <w:multiLevelType w:val="hybridMultilevel"/>
    <w:tmpl w:val="1DD8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278538">
    <w:abstractNumId w:val="16"/>
  </w:num>
  <w:num w:numId="2" w16cid:durableId="858588371">
    <w:abstractNumId w:val="2"/>
  </w:num>
  <w:num w:numId="3" w16cid:durableId="1602908531">
    <w:abstractNumId w:val="1"/>
  </w:num>
  <w:num w:numId="4" w16cid:durableId="1685936663">
    <w:abstractNumId w:val="41"/>
  </w:num>
  <w:num w:numId="5" w16cid:durableId="1881824183">
    <w:abstractNumId w:val="15"/>
  </w:num>
  <w:num w:numId="6" w16cid:durableId="1587956730">
    <w:abstractNumId w:val="38"/>
  </w:num>
  <w:num w:numId="7" w16cid:durableId="281496221">
    <w:abstractNumId w:val="33"/>
  </w:num>
  <w:num w:numId="8" w16cid:durableId="1825390531">
    <w:abstractNumId w:val="22"/>
  </w:num>
  <w:num w:numId="9" w16cid:durableId="2073842172">
    <w:abstractNumId w:val="39"/>
  </w:num>
  <w:num w:numId="10" w16cid:durableId="245922963">
    <w:abstractNumId w:val="9"/>
  </w:num>
  <w:num w:numId="11" w16cid:durableId="331953884">
    <w:abstractNumId w:val="14"/>
  </w:num>
  <w:num w:numId="12" w16cid:durableId="1316296075">
    <w:abstractNumId w:val="28"/>
  </w:num>
  <w:num w:numId="13" w16cid:durableId="2044208891">
    <w:abstractNumId w:val="13"/>
  </w:num>
  <w:num w:numId="14" w16cid:durableId="1050108436">
    <w:abstractNumId w:val="25"/>
  </w:num>
  <w:num w:numId="15" w16cid:durableId="1208758152">
    <w:abstractNumId w:val="21"/>
  </w:num>
  <w:num w:numId="16" w16cid:durableId="877276035">
    <w:abstractNumId w:val="0"/>
  </w:num>
  <w:num w:numId="17" w16cid:durableId="695618745">
    <w:abstractNumId w:val="23"/>
  </w:num>
  <w:num w:numId="18" w16cid:durableId="1086535671">
    <w:abstractNumId w:val="32"/>
  </w:num>
  <w:num w:numId="19" w16cid:durableId="724450329">
    <w:abstractNumId w:val="3"/>
  </w:num>
  <w:num w:numId="20" w16cid:durableId="492379533">
    <w:abstractNumId w:val="26"/>
  </w:num>
  <w:num w:numId="21" w16cid:durableId="486290891">
    <w:abstractNumId w:val="30"/>
  </w:num>
  <w:num w:numId="22" w16cid:durableId="770666731">
    <w:abstractNumId w:val="6"/>
  </w:num>
  <w:num w:numId="23" w16cid:durableId="969287071">
    <w:abstractNumId w:val="35"/>
  </w:num>
  <w:num w:numId="24" w16cid:durableId="616179293">
    <w:abstractNumId w:val="10"/>
  </w:num>
  <w:num w:numId="25" w16cid:durableId="1145707645">
    <w:abstractNumId w:val="34"/>
  </w:num>
  <w:num w:numId="26" w16cid:durableId="1612860316">
    <w:abstractNumId w:val="5"/>
  </w:num>
  <w:num w:numId="27" w16cid:durableId="1494836637">
    <w:abstractNumId w:val="29"/>
  </w:num>
  <w:num w:numId="28" w16cid:durableId="612395264">
    <w:abstractNumId w:val="11"/>
  </w:num>
  <w:num w:numId="29" w16cid:durableId="1771200545">
    <w:abstractNumId w:val="4"/>
  </w:num>
  <w:num w:numId="30" w16cid:durableId="1410039653">
    <w:abstractNumId w:val="20"/>
  </w:num>
  <w:num w:numId="31" w16cid:durableId="874578843">
    <w:abstractNumId w:val="31"/>
  </w:num>
  <w:num w:numId="32" w16cid:durableId="785349373">
    <w:abstractNumId w:val="19"/>
  </w:num>
  <w:num w:numId="33" w16cid:durableId="2017685647">
    <w:abstractNumId w:val="7"/>
  </w:num>
  <w:num w:numId="34" w16cid:durableId="2112775289">
    <w:abstractNumId w:val="40"/>
  </w:num>
  <w:num w:numId="35" w16cid:durableId="647438581">
    <w:abstractNumId w:val="18"/>
  </w:num>
  <w:num w:numId="36" w16cid:durableId="390930394">
    <w:abstractNumId w:val="12"/>
  </w:num>
  <w:num w:numId="37" w16cid:durableId="1706907231">
    <w:abstractNumId w:val="36"/>
  </w:num>
  <w:num w:numId="38" w16cid:durableId="1152140692">
    <w:abstractNumId w:val="37"/>
  </w:num>
  <w:num w:numId="39" w16cid:durableId="558981865">
    <w:abstractNumId w:val="17"/>
  </w:num>
  <w:num w:numId="40" w16cid:durableId="1255940934">
    <w:abstractNumId w:val="24"/>
  </w:num>
  <w:num w:numId="41" w16cid:durableId="526452754">
    <w:abstractNumId w:val="27"/>
  </w:num>
  <w:num w:numId="42" w16cid:durableId="8108334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DFA"/>
    <w:rsid w:val="00000F2F"/>
    <w:rsid w:val="000154BE"/>
    <w:rsid w:val="00017245"/>
    <w:rsid w:val="00023999"/>
    <w:rsid w:val="00050EA0"/>
    <w:rsid w:val="0009117F"/>
    <w:rsid w:val="000968A6"/>
    <w:rsid w:val="000975A6"/>
    <w:rsid w:val="000A1BAD"/>
    <w:rsid w:val="000A3325"/>
    <w:rsid w:val="000A4D8E"/>
    <w:rsid w:val="000B2795"/>
    <w:rsid w:val="000E0A9C"/>
    <w:rsid w:val="000F4AEA"/>
    <w:rsid w:val="001008E8"/>
    <w:rsid w:val="00103798"/>
    <w:rsid w:val="00114705"/>
    <w:rsid w:val="00126211"/>
    <w:rsid w:val="001344AC"/>
    <w:rsid w:val="00156F5E"/>
    <w:rsid w:val="00177B63"/>
    <w:rsid w:val="00182C4B"/>
    <w:rsid w:val="001A0395"/>
    <w:rsid w:val="001A76B4"/>
    <w:rsid w:val="001B36D6"/>
    <w:rsid w:val="001C12AD"/>
    <w:rsid w:val="001F0AD4"/>
    <w:rsid w:val="00210828"/>
    <w:rsid w:val="002216B4"/>
    <w:rsid w:val="00244141"/>
    <w:rsid w:val="002724AF"/>
    <w:rsid w:val="002755AF"/>
    <w:rsid w:val="00282C85"/>
    <w:rsid w:val="00296232"/>
    <w:rsid w:val="00297560"/>
    <w:rsid w:val="002A6355"/>
    <w:rsid w:val="002C0FE5"/>
    <w:rsid w:val="002E6FA5"/>
    <w:rsid w:val="0030370F"/>
    <w:rsid w:val="003208CB"/>
    <w:rsid w:val="00354E74"/>
    <w:rsid w:val="003570FA"/>
    <w:rsid w:val="00372E35"/>
    <w:rsid w:val="003A595C"/>
    <w:rsid w:val="003E2345"/>
    <w:rsid w:val="003E2F8F"/>
    <w:rsid w:val="004055EA"/>
    <w:rsid w:val="00415E1A"/>
    <w:rsid w:val="004220BB"/>
    <w:rsid w:val="0042674A"/>
    <w:rsid w:val="00446E3E"/>
    <w:rsid w:val="00467DB8"/>
    <w:rsid w:val="004773F0"/>
    <w:rsid w:val="004854FE"/>
    <w:rsid w:val="004A0A62"/>
    <w:rsid w:val="004C00DB"/>
    <w:rsid w:val="004D1F5B"/>
    <w:rsid w:val="004E2146"/>
    <w:rsid w:val="004F64C7"/>
    <w:rsid w:val="00510B1B"/>
    <w:rsid w:val="00515DC7"/>
    <w:rsid w:val="00517E75"/>
    <w:rsid w:val="0052565D"/>
    <w:rsid w:val="005502D9"/>
    <w:rsid w:val="0058766C"/>
    <w:rsid w:val="00590A6E"/>
    <w:rsid w:val="005B4920"/>
    <w:rsid w:val="005B7CE8"/>
    <w:rsid w:val="005C59A9"/>
    <w:rsid w:val="00641234"/>
    <w:rsid w:val="006600F5"/>
    <w:rsid w:val="0066372C"/>
    <w:rsid w:val="00667031"/>
    <w:rsid w:val="00694196"/>
    <w:rsid w:val="006B65D2"/>
    <w:rsid w:val="006D5716"/>
    <w:rsid w:val="006F4C45"/>
    <w:rsid w:val="007065E2"/>
    <w:rsid w:val="007173E2"/>
    <w:rsid w:val="007356BE"/>
    <w:rsid w:val="007569AC"/>
    <w:rsid w:val="007632D2"/>
    <w:rsid w:val="00767EDB"/>
    <w:rsid w:val="0077385B"/>
    <w:rsid w:val="007941CA"/>
    <w:rsid w:val="007A5176"/>
    <w:rsid w:val="007B0F4C"/>
    <w:rsid w:val="007C6B7F"/>
    <w:rsid w:val="007C7E66"/>
    <w:rsid w:val="007F0412"/>
    <w:rsid w:val="007F2BEA"/>
    <w:rsid w:val="00805076"/>
    <w:rsid w:val="0080592B"/>
    <w:rsid w:val="00806F70"/>
    <w:rsid w:val="00816D96"/>
    <w:rsid w:val="008567A5"/>
    <w:rsid w:val="008709B3"/>
    <w:rsid w:val="00875292"/>
    <w:rsid w:val="00883295"/>
    <w:rsid w:val="008934FA"/>
    <w:rsid w:val="008A0A19"/>
    <w:rsid w:val="008A2F54"/>
    <w:rsid w:val="008E6D95"/>
    <w:rsid w:val="00903A69"/>
    <w:rsid w:val="00904979"/>
    <w:rsid w:val="00905E04"/>
    <w:rsid w:val="00907714"/>
    <w:rsid w:val="00910DEE"/>
    <w:rsid w:val="00910FDC"/>
    <w:rsid w:val="009327BD"/>
    <w:rsid w:val="00940CC8"/>
    <w:rsid w:val="009557CC"/>
    <w:rsid w:val="00960A18"/>
    <w:rsid w:val="009874AA"/>
    <w:rsid w:val="009B1540"/>
    <w:rsid w:val="009D36AD"/>
    <w:rsid w:val="009D4A30"/>
    <w:rsid w:val="009E56EA"/>
    <w:rsid w:val="00A018A6"/>
    <w:rsid w:val="00A16DFA"/>
    <w:rsid w:val="00A2545D"/>
    <w:rsid w:val="00A26248"/>
    <w:rsid w:val="00A3030C"/>
    <w:rsid w:val="00A33310"/>
    <w:rsid w:val="00A53E4B"/>
    <w:rsid w:val="00A54D55"/>
    <w:rsid w:val="00A55BAE"/>
    <w:rsid w:val="00A60A0E"/>
    <w:rsid w:val="00A62194"/>
    <w:rsid w:val="00A7618A"/>
    <w:rsid w:val="00AA4167"/>
    <w:rsid w:val="00AC57BA"/>
    <w:rsid w:val="00AD0BAC"/>
    <w:rsid w:val="00AD7385"/>
    <w:rsid w:val="00B05456"/>
    <w:rsid w:val="00B06575"/>
    <w:rsid w:val="00B06700"/>
    <w:rsid w:val="00B209B7"/>
    <w:rsid w:val="00B43F99"/>
    <w:rsid w:val="00B45301"/>
    <w:rsid w:val="00B52C70"/>
    <w:rsid w:val="00B95CAC"/>
    <w:rsid w:val="00B969D1"/>
    <w:rsid w:val="00BA220C"/>
    <w:rsid w:val="00BB4DA9"/>
    <w:rsid w:val="00BB7E40"/>
    <w:rsid w:val="00BC0C52"/>
    <w:rsid w:val="00BF18F2"/>
    <w:rsid w:val="00C06825"/>
    <w:rsid w:val="00C105F8"/>
    <w:rsid w:val="00C1577C"/>
    <w:rsid w:val="00C16126"/>
    <w:rsid w:val="00C17F08"/>
    <w:rsid w:val="00C21A71"/>
    <w:rsid w:val="00C3063A"/>
    <w:rsid w:val="00C32389"/>
    <w:rsid w:val="00C50EBE"/>
    <w:rsid w:val="00C672B9"/>
    <w:rsid w:val="00C707D1"/>
    <w:rsid w:val="00CA077A"/>
    <w:rsid w:val="00CE4478"/>
    <w:rsid w:val="00D0456A"/>
    <w:rsid w:val="00D161D9"/>
    <w:rsid w:val="00D334CE"/>
    <w:rsid w:val="00D41512"/>
    <w:rsid w:val="00D455EA"/>
    <w:rsid w:val="00D4605C"/>
    <w:rsid w:val="00D477CF"/>
    <w:rsid w:val="00D544AE"/>
    <w:rsid w:val="00D717B2"/>
    <w:rsid w:val="00D72780"/>
    <w:rsid w:val="00D74D98"/>
    <w:rsid w:val="00DA2BD9"/>
    <w:rsid w:val="00DC779F"/>
    <w:rsid w:val="00E1010D"/>
    <w:rsid w:val="00E12AAE"/>
    <w:rsid w:val="00E148E5"/>
    <w:rsid w:val="00E14F84"/>
    <w:rsid w:val="00E400EE"/>
    <w:rsid w:val="00E66F94"/>
    <w:rsid w:val="00E9710E"/>
    <w:rsid w:val="00E9791E"/>
    <w:rsid w:val="00EB53DE"/>
    <w:rsid w:val="00EB568C"/>
    <w:rsid w:val="00EC30F8"/>
    <w:rsid w:val="00EE5294"/>
    <w:rsid w:val="00F11721"/>
    <w:rsid w:val="00F1298C"/>
    <w:rsid w:val="00F206AC"/>
    <w:rsid w:val="00F46EDC"/>
    <w:rsid w:val="00F50D9B"/>
    <w:rsid w:val="00F62147"/>
    <w:rsid w:val="00F711F5"/>
    <w:rsid w:val="00F873F9"/>
    <w:rsid w:val="00FB2A0D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8BD4D21"/>
  <w15:docId w15:val="{7158D20F-58F9-41C2-A1EC-C14E761E8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DF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16DFA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A16DFA"/>
    <w:rPr>
      <w:rFonts w:eastAsia="Times New Roman"/>
      <w:lang w:eastAsia="pl-PL"/>
    </w:rPr>
  </w:style>
  <w:style w:type="table" w:styleId="Tabela-Siatka">
    <w:name w:val="Table Grid"/>
    <w:basedOn w:val="Standardowy"/>
    <w:rsid w:val="00A16DF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6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DF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6DFA"/>
    <w:rPr>
      <w:rFonts w:eastAsia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6DFA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A16DFA"/>
    <w:pPr>
      <w:spacing w:line="240" w:lineRule="auto"/>
    </w:pPr>
    <w:rPr>
      <w:rFonts w:ascii="Times" w:eastAsia="Cambria" w:hAnsi="Times"/>
      <w:sz w:val="20"/>
      <w:szCs w:val="20"/>
      <w:lang w:val="de-DE" w:eastAsia="de-D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6DFA"/>
    <w:rPr>
      <w:rFonts w:ascii="Times" w:eastAsia="Cambria" w:hAnsi="Times" w:cs="Times New Roman"/>
      <w:sz w:val="20"/>
      <w:szCs w:val="20"/>
      <w:lang w:val="de-DE" w:eastAsia="de-DE"/>
    </w:rPr>
  </w:style>
  <w:style w:type="character" w:styleId="Odwoaniedokomentarza">
    <w:name w:val="annotation reference"/>
    <w:uiPriority w:val="99"/>
    <w:semiHidden/>
    <w:rsid w:val="00A16D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16DFA"/>
    <w:pPr>
      <w:spacing w:line="240" w:lineRule="auto"/>
    </w:pPr>
    <w:rPr>
      <w:rFonts w:ascii="Trebuchet MS" w:hAnsi="Trebuchet MS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DFA"/>
    <w:rPr>
      <w:rFonts w:ascii="Trebuchet MS" w:eastAsia="Times New Roman" w:hAnsi="Trebuchet MS" w:cs="Times New Roman"/>
      <w:sz w:val="20"/>
      <w:szCs w:val="20"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DFA"/>
    <w:rPr>
      <w:rFonts w:ascii="Trebuchet MS" w:eastAsia="Times New Roman" w:hAnsi="Trebuchet MS" w:cs="Times New Roman"/>
      <w:b/>
      <w:bCs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DFA"/>
    <w:rPr>
      <w:rFonts w:ascii="Calibri" w:hAnsi="Calibri"/>
      <w:b/>
      <w:bCs/>
      <w:lang w:val="pl-PL"/>
    </w:rPr>
  </w:style>
  <w:style w:type="character" w:styleId="Hipercze">
    <w:name w:val="Hyperlink"/>
    <w:basedOn w:val="Domylnaczcionkaakapitu"/>
    <w:uiPriority w:val="99"/>
    <w:unhideWhenUsed/>
    <w:rsid w:val="00A16DF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16DFA"/>
    <w:pPr>
      <w:spacing w:after="120" w:line="240" w:lineRule="auto"/>
    </w:pPr>
    <w:rPr>
      <w:rFonts w:ascii="Arial" w:hAnsi="Arial" w:cs="Arial"/>
      <w:szCs w:val="24"/>
      <w:lang w:val="de-DE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16DFA"/>
    <w:rPr>
      <w:rFonts w:ascii="Arial" w:eastAsia="Times New Roman" w:hAnsi="Arial" w:cs="Arial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A1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6DFA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6DFA"/>
    <w:rPr>
      <w:rFonts w:eastAsia="Times New Roman"/>
      <w:lang w:eastAsia="pl-PL"/>
    </w:rPr>
  </w:style>
  <w:style w:type="table" w:customStyle="1" w:styleId="Tabela-Siatka1">
    <w:name w:val="Tabela - Siatka1"/>
    <w:basedOn w:val="Standardowy"/>
    <w:next w:val="Tabela-Siatka"/>
    <w:rsid w:val="00A16DFA"/>
    <w:rPr>
      <w:rFonts w:ascii="Arial" w:eastAsia="Times New Roman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16DFA"/>
    <w:rPr>
      <w:rFonts w:ascii="Consolas" w:hAnsi="Consolas" w:cs="Consolas"/>
      <w:sz w:val="21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16DFA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A16DFA"/>
    <w:rPr>
      <w:color w:val="808080"/>
    </w:rPr>
  </w:style>
  <w:style w:type="paragraph" w:customStyle="1" w:styleId="Normalny1">
    <w:name w:val="Normalny1"/>
    <w:rsid w:val="00A62194"/>
    <w:pPr>
      <w:suppressAutoHyphens/>
      <w:spacing w:after="200" w:line="276" w:lineRule="auto"/>
      <w:textAlignment w:val="baseline"/>
    </w:pPr>
    <w:rPr>
      <w:rFonts w:ascii="Cambria" w:eastAsia="Times New Roman" w:hAnsi="Cambria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F873F9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_pustolka\Documents\Formular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226757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4A2667-94D2-4573-AFB4-3681092E1572}"/>
      </w:docPartPr>
      <w:docPartBody>
        <w:p w:rsidR="00925B29" w:rsidRDefault="00586A3C"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C2B2483C30541CBBBC2378B99D9DB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322B2E-C9E5-4060-B31F-A55FEE442795}"/>
      </w:docPartPr>
      <w:docPartBody>
        <w:p w:rsidR="005D1FE8" w:rsidRDefault="00175E33" w:rsidP="00175E33">
          <w:pPr>
            <w:pStyle w:val="BC2B2483C30541CBBBC2378B99D9DBC3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66DA59F5D8242939715C6D8002B76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E0F4AF-835E-44F4-9798-E50CB688CD0D}"/>
      </w:docPartPr>
      <w:docPartBody>
        <w:p w:rsidR="005D1FE8" w:rsidRDefault="00175E33" w:rsidP="00175E33">
          <w:pPr>
            <w:pStyle w:val="566DA59F5D8242939715C6D8002B767B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09AA649E5D74BF3ABE86BA63EB70C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6771A5-521E-4C29-BFDD-CACFFD17F804}"/>
      </w:docPartPr>
      <w:docPartBody>
        <w:p w:rsidR="005D1FE8" w:rsidRDefault="00175E33" w:rsidP="00175E33">
          <w:pPr>
            <w:pStyle w:val="F09AA649E5D74BF3ABE86BA63EB70CE1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B83E4DF3EA54F328EF505B3791294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65E7CD-4E49-4315-B127-8ED1C27B8039}"/>
      </w:docPartPr>
      <w:docPartBody>
        <w:p w:rsidR="005D1FE8" w:rsidRDefault="00175E33" w:rsidP="00175E33">
          <w:pPr>
            <w:pStyle w:val="FB83E4DF3EA54F328EF505B3791294D8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55F8A1AC2424C9B9A3CCB417E9A6E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9A469D-D0BE-4E44-8DC8-5550C4ACA03A}"/>
      </w:docPartPr>
      <w:docPartBody>
        <w:p w:rsidR="005D1FE8" w:rsidRDefault="00175E33" w:rsidP="00175E33">
          <w:pPr>
            <w:pStyle w:val="155F8A1AC2424C9B9A3CCB417E9A6EB0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8D48F20E95049EDB30EC258905A17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F36615-D2BF-4329-8CA8-D14C4A35669D}"/>
      </w:docPartPr>
      <w:docPartBody>
        <w:p w:rsidR="005D1FE8" w:rsidRDefault="00175E33" w:rsidP="00175E33">
          <w:pPr>
            <w:pStyle w:val="08D48F20E95049EDB30EC258905A170D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E0314844E3E4B73BCA86CFD664C2E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D4A594-235C-410D-80D7-9134FF8C23FB}"/>
      </w:docPartPr>
      <w:docPartBody>
        <w:p w:rsidR="005D1FE8" w:rsidRDefault="00175E33" w:rsidP="00175E33">
          <w:pPr>
            <w:pStyle w:val="CE0314844E3E4B73BCA86CFD664C2E1C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32C33744DC44126AE7043842970ED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08BEC3-B616-438D-BFF3-BAD40767F41D}"/>
      </w:docPartPr>
      <w:docPartBody>
        <w:p w:rsidR="005D1FE8" w:rsidRDefault="00175E33" w:rsidP="00175E33">
          <w:pPr>
            <w:pStyle w:val="832C33744DC44126AE7043842970ED87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32B53399F7149D2963B117CD032A7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8262D2-8318-4D04-8F7E-01AD725754BA}"/>
      </w:docPartPr>
      <w:docPartBody>
        <w:p w:rsidR="005D1FE8" w:rsidRDefault="00175E33" w:rsidP="00175E33">
          <w:pPr>
            <w:pStyle w:val="332B53399F7149D2963B117CD032A794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2762C8328C743C79196C9D7422368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D2190E-4B84-4B8F-B47D-0F5B45F64052}"/>
      </w:docPartPr>
      <w:docPartBody>
        <w:p w:rsidR="005D1FE8" w:rsidRDefault="00175E33" w:rsidP="00175E33">
          <w:pPr>
            <w:pStyle w:val="62762C8328C743C79196C9D74223681C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93453355F544B56BD7A42737DFE7D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93D8F5-6D15-4741-82F2-C3612EAA82BD}"/>
      </w:docPartPr>
      <w:docPartBody>
        <w:p w:rsidR="005D1FE8" w:rsidRDefault="00175E33" w:rsidP="00175E33">
          <w:pPr>
            <w:pStyle w:val="693453355F544B56BD7A42737DFE7DC4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30A8AE924AD4DAC9F794A53D23FAA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158324-FF1B-429F-BB3C-52CAB0128FE4}"/>
      </w:docPartPr>
      <w:docPartBody>
        <w:p w:rsidR="005D1FE8" w:rsidRDefault="00175E33" w:rsidP="00175E33">
          <w:pPr>
            <w:pStyle w:val="C30A8AE924AD4DAC9F794A53D23FAAE9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6A3C"/>
    <w:rsid w:val="00097E08"/>
    <w:rsid w:val="00175E33"/>
    <w:rsid w:val="00270FF3"/>
    <w:rsid w:val="002A497F"/>
    <w:rsid w:val="00340AD2"/>
    <w:rsid w:val="00470C98"/>
    <w:rsid w:val="004714C8"/>
    <w:rsid w:val="00515625"/>
    <w:rsid w:val="005755DF"/>
    <w:rsid w:val="00585073"/>
    <w:rsid w:val="00586A3C"/>
    <w:rsid w:val="005D1FE8"/>
    <w:rsid w:val="00651B05"/>
    <w:rsid w:val="007173E2"/>
    <w:rsid w:val="008A0DF6"/>
    <w:rsid w:val="00925B29"/>
    <w:rsid w:val="00934C98"/>
    <w:rsid w:val="00C50A67"/>
    <w:rsid w:val="00C57966"/>
    <w:rsid w:val="00C90F6A"/>
    <w:rsid w:val="00D23298"/>
    <w:rsid w:val="00D674AF"/>
    <w:rsid w:val="00E2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B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75E33"/>
    <w:rPr>
      <w:color w:val="808080"/>
    </w:rPr>
  </w:style>
  <w:style w:type="paragraph" w:customStyle="1" w:styleId="BC2B2483C30541CBBBC2378B99D9DBC3">
    <w:name w:val="BC2B2483C30541CBBBC2378B99D9DBC3"/>
    <w:rsid w:val="00175E33"/>
  </w:style>
  <w:style w:type="paragraph" w:customStyle="1" w:styleId="566DA59F5D8242939715C6D8002B767B">
    <w:name w:val="566DA59F5D8242939715C6D8002B767B"/>
    <w:rsid w:val="00175E33"/>
  </w:style>
  <w:style w:type="paragraph" w:customStyle="1" w:styleId="F09AA649E5D74BF3ABE86BA63EB70CE1">
    <w:name w:val="F09AA649E5D74BF3ABE86BA63EB70CE1"/>
    <w:rsid w:val="00175E33"/>
  </w:style>
  <w:style w:type="paragraph" w:customStyle="1" w:styleId="FB83E4DF3EA54F328EF505B3791294D8">
    <w:name w:val="FB83E4DF3EA54F328EF505B3791294D8"/>
    <w:rsid w:val="00175E33"/>
  </w:style>
  <w:style w:type="paragraph" w:customStyle="1" w:styleId="155F8A1AC2424C9B9A3CCB417E9A6EB0">
    <w:name w:val="155F8A1AC2424C9B9A3CCB417E9A6EB0"/>
    <w:rsid w:val="00175E33"/>
  </w:style>
  <w:style w:type="paragraph" w:customStyle="1" w:styleId="08D48F20E95049EDB30EC258905A170D">
    <w:name w:val="08D48F20E95049EDB30EC258905A170D"/>
    <w:rsid w:val="00175E33"/>
  </w:style>
  <w:style w:type="paragraph" w:customStyle="1" w:styleId="CE0314844E3E4B73BCA86CFD664C2E1C">
    <w:name w:val="CE0314844E3E4B73BCA86CFD664C2E1C"/>
    <w:rsid w:val="00175E33"/>
  </w:style>
  <w:style w:type="paragraph" w:customStyle="1" w:styleId="832C33744DC44126AE7043842970ED87">
    <w:name w:val="832C33744DC44126AE7043842970ED87"/>
    <w:rsid w:val="00175E33"/>
  </w:style>
  <w:style w:type="paragraph" w:customStyle="1" w:styleId="332B53399F7149D2963B117CD032A794">
    <w:name w:val="332B53399F7149D2963B117CD032A794"/>
    <w:rsid w:val="00175E33"/>
  </w:style>
  <w:style w:type="paragraph" w:customStyle="1" w:styleId="62762C8328C743C79196C9D74223681C">
    <w:name w:val="62762C8328C743C79196C9D74223681C"/>
    <w:rsid w:val="00175E33"/>
  </w:style>
  <w:style w:type="paragraph" w:customStyle="1" w:styleId="693453355F544B56BD7A42737DFE7DC4">
    <w:name w:val="693453355F544B56BD7A42737DFE7DC4"/>
    <w:rsid w:val="00175E33"/>
  </w:style>
  <w:style w:type="paragraph" w:customStyle="1" w:styleId="C30A8AE924AD4DAC9F794A53D23FAAE9">
    <w:name w:val="C30A8AE924AD4DAC9F794A53D23FAAE9"/>
    <w:rsid w:val="00175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D16E2-4DD7-447C-A024-BAAEF1417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</Template>
  <TotalTime>10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antoni_pustolka</dc:creator>
  <cp:lastModifiedBy>Małgorzata Terpiłowska</cp:lastModifiedBy>
  <cp:revision>12</cp:revision>
  <cp:lastPrinted>2015-10-22T10:22:00Z</cp:lastPrinted>
  <dcterms:created xsi:type="dcterms:W3CDTF">2023-01-20T11:02:00Z</dcterms:created>
  <dcterms:modified xsi:type="dcterms:W3CDTF">2025-03-27T12:35:00Z</dcterms:modified>
</cp:coreProperties>
</file>